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88BD8" w14:textId="77777777" w:rsidR="00501899" w:rsidRPr="00B169DF" w:rsidRDefault="00CD6897" w:rsidP="00501899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501899" w:rsidRPr="00B169DF">
        <w:rPr>
          <w:rFonts w:ascii="Corbel" w:hAnsi="Corbel"/>
          <w:bCs/>
          <w:i/>
        </w:rPr>
        <w:t>Załącznik nr 1.5 do Zarządzenia Rektora UR  nr 7/2023</w:t>
      </w:r>
    </w:p>
    <w:p w14:paraId="1D09A16E" w14:textId="77777777" w:rsidR="00501899" w:rsidRPr="00B169DF" w:rsidRDefault="00501899" w:rsidP="005018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1582C923" w14:textId="77777777" w:rsidR="00501899" w:rsidRPr="007C7313" w:rsidRDefault="00501899" w:rsidP="00501899">
      <w:pPr>
        <w:spacing w:after="0" w:line="240" w:lineRule="auto"/>
        <w:jc w:val="center"/>
        <w:rPr>
          <w:rFonts w:ascii="Corbel" w:hAnsi="Corbel"/>
          <w:bCs/>
          <w:smallCaps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7C7313">
        <w:rPr>
          <w:rFonts w:ascii="Corbel" w:hAnsi="Corbel"/>
          <w:bCs/>
          <w:smallCaps/>
          <w:sz w:val="20"/>
          <w:szCs w:val="20"/>
        </w:rPr>
        <w:t>2023/2024-2027/2028</w:t>
      </w:r>
    </w:p>
    <w:p w14:paraId="556B04D4" w14:textId="77777777" w:rsidR="00501899" w:rsidRPr="007C7313" w:rsidRDefault="00501899" w:rsidP="00501899">
      <w:pPr>
        <w:spacing w:after="0" w:line="240" w:lineRule="auto"/>
        <w:ind w:left="2832"/>
        <w:jc w:val="center"/>
        <w:rPr>
          <w:rFonts w:ascii="Corbel" w:hAnsi="Corbel"/>
          <w:bCs/>
          <w:i/>
          <w:iCs/>
          <w:smallCaps/>
          <w:sz w:val="20"/>
          <w:szCs w:val="20"/>
        </w:rPr>
      </w:pPr>
      <w:r w:rsidRPr="007C7313">
        <w:rPr>
          <w:rFonts w:ascii="Corbel" w:hAnsi="Corbel"/>
          <w:bCs/>
          <w:i/>
          <w:iCs/>
          <w:smallCaps/>
          <w:sz w:val="20"/>
          <w:szCs w:val="20"/>
        </w:rPr>
        <w:t>(skrajne daty)</w:t>
      </w:r>
    </w:p>
    <w:p w14:paraId="57DE9FB1" w14:textId="05A50CF0" w:rsidR="000F6D70" w:rsidRDefault="000F6D70" w:rsidP="00501899">
      <w:pPr>
        <w:spacing w:line="240" w:lineRule="auto"/>
        <w:jc w:val="right"/>
        <w:rPr>
          <w:rFonts w:ascii="Corbel" w:hAnsi="Corbel"/>
          <w:b/>
          <w:smallCaps/>
          <w:sz w:val="24"/>
          <w:szCs w:val="24"/>
        </w:rPr>
      </w:pPr>
    </w:p>
    <w:p w14:paraId="12A13174" w14:textId="77777777" w:rsidR="000F6D70" w:rsidRDefault="000F6D70" w:rsidP="000F6D70">
      <w:pPr>
        <w:spacing w:after="0" w:line="240" w:lineRule="exact"/>
        <w:ind w:left="2832" w:firstLine="708"/>
        <w:rPr>
          <w:rFonts w:ascii="Corbel" w:hAnsi="Corbel"/>
          <w:b/>
          <w:smallCaps/>
          <w:sz w:val="24"/>
          <w:szCs w:val="24"/>
        </w:rPr>
      </w:pPr>
      <w:r w:rsidRPr="00C10D1F">
        <w:rPr>
          <w:rFonts w:ascii="Corbel" w:hAnsi="Corbel"/>
          <w:b/>
          <w:smallCaps/>
          <w:sz w:val="24"/>
          <w:szCs w:val="24"/>
        </w:rPr>
        <w:t>Rok akademicki 202</w:t>
      </w:r>
      <w:r>
        <w:rPr>
          <w:rFonts w:ascii="Corbel" w:hAnsi="Corbel"/>
          <w:b/>
          <w:smallCaps/>
          <w:sz w:val="24"/>
          <w:szCs w:val="24"/>
        </w:rPr>
        <w:t>7</w:t>
      </w:r>
      <w:r w:rsidRPr="00C10D1F">
        <w:rPr>
          <w:rFonts w:ascii="Corbel" w:hAnsi="Corbel"/>
          <w:b/>
          <w:smallCaps/>
          <w:sz w:val="24"/>
          <w:szCs w:val="24"/>
        </w:rPr>
        <w:t>/202</w:t>
      </w:r>
      <w:r>
        <w:rPr>
          <w:rFonts w:ascii="Corbel" w:hAnsi="Corbel"/>
          <w:b/>
          <w:smallCaps/>
          <w:sz w:val="24"/>
          <w:szCs w:val="24"/>
        </w:rPr>
        <w:t>8</w:t>
      </w:r>
    </w:p>
    <w:p w14:paraId="38D8105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75795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34F56" w:rsidRPr="009C54AE" w14:paraId="71B2B43B" w14:textId="77777777" w:rsidTr="00734F56">
        <w:tc>
          <w:tcPr>
            <w:tcW w:w="2694" w:type="dxa"/>
            <w:vAlign w:val="center"/>
          </w:tcPr>
          <w:p w14:paraId="52E7CCA3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A27D6E" w14:textId="096A397C" w:rsidR="00734F56" w:rsidRPr="005C4AC2" w:rsidRDefault="00257CAA" w:rsidP="00DF6456">
            <w:pPr>
              <w:pStyle w:val="Odpowiedzi"/>
              <w:rPr>
                <w:rFonts w:ascii="Corbel" w:hAnsi="Corbel"/>
                <w:color w:val="auto"/>
                <w:sz w:val="24"/>
                <w:szCs w:val="24"/>
              </w:rPr>
            </w:pPr>
            <w:r w:rsidRPr="005C4AC2">
              <w:rPr>
                <w:rFonts w:ascii="Corbel" w:hAnsi="Corbel"/>
                <w:color w:val="auto"/>
                <w:sz w:val="24"/>
                <w:szCs w:val="24"/>
              </w:rPr>
              <w:t>Doradztwo podatkowe</w:t>
            </w:r>
          </w:p>
        </w:tc>
      </w:tr>
      <w:tr w:rsidR="00734F56" w:rsidRPr="009C54AE" w14:paraId="41ACD0F6" w14:textId="77777777" w:rsidTr="00734F56">
        <w:tc>
          <w:tcPr>
            <w:tcW w:w="2694" w:type="dxa"/>
            <w:vAlign w:val="center"/>
          </w:tcPr>
          <w:p w14:paraId="6FB94260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31346253" w14:textId="69D780DC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734F56" w:rsidRPr="009C54AE" w14:paraId="3D4E8C0F" w14:textId="77777777" w:rsidTr="00734F56">
        <w:tc>
          <w:tcPr>
            <w:tcW w:w="2694" w:type="dxa"/>
            <w:vAlign w:val="center"/>
          </w:tcPr>
          <w:p w14:paraId="1DD939CC" w14:textId="77777777" w:rsidR="00734F56" w:rsidRPr="00CA23EA" w:rsidRDefault="00734F5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18B0514" w14:textId="7777777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734F56" w:rsidRPr="009C54AE" w14:paraId="4B5304D1" w14:textId="77777777" w:rsidTr="00734F56">
        <w:tc>
          <w:tcPr>
            <w:tcW w:w="2694" w:type="dxa"/>
            <w:vAlign w:val="center"/>
          </w:tcPr>
          <w:p w14:paraId="095FF358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1072CEB" w14:textId="77777777" w:rsidR="00734F56" w:rsidRPr="00CA23EA" w:rsidRDefault="007F0AA8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sz w:val="24"/>
                <w:szCs w:val="24"/>
              </w:rPr>
              <w:t>Zakład</w:t>
            </w:r>
            <w:r w:rsidR="00734F56" w:rsidRPr="00CA23EA">
              <w:rPr>
                <w:rFonts w:ascii="Corbel" w:hAnsi="Corbel"/>
                <w:b w:val="0"/>
                <w:sz w:val="24"/>
                <w:szCs w:val="24"/>
              </w:rPr>
              <w:t xml:space="preserve"> Prawa Finansowego</w:t>
            </w:r>
            <w:r w:rsidRPr="00CA23EA">
              <w:rPr>
                <w:rFonts w:ascii="Corbel" w:hAnsi="Corbel"/>
                <w:b w:val="0"/>
                <w:sz w:val="24"/>
                <w:szCs w:val="24"/>
              </w:rPr>
              <w:t xml:space="preserve"> Instytutu Nauk Prawnych</w:t>
            </w:r>
          </w:p>
        </w:tc>
      </w:tr>
      <w:tr w:rsidR="00734F56" w:rsidRPr="009C54AE" w14:paraId="2B3D96F2" w14:textId="77777777" w:rsidTr="00734F56">
        <w:tc>
          <w:tcPr>
            <w:tcW w:w="2694" w:type="dxa"/>
            <w:vAlign w:val="center"/>
          </w:tcPr>
          <w:p w14:paraId="4AECB0C6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5467684" w14:textId="7777777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734F56" w:rsidRPr="009C54AE" w14:paraId="0DA52160" w14:textId="77777777" w:rsidTr="00734F56">
        <w:tc>
          <w:tcPr>
            <w:tcW w:w="2694" w:type="dxa"/>
            <w:vAlign w:val="center"/>
          </w:tcPr>
          <w:p w14:paraId="74D49874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AE9927A" w14:textId="67369882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Jednolite </w:t>
            </w:r>
            <w:r w:rsidR="00257CAA"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m</w:t>
            </w: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agisterskie</w:t>
            </w:r>
          </w:p>
        </w:tc>
      </w:tr>
      <w:tr w:rsidR="00734F56" w:rsidRPr="009C54AE" w14:paraId="1BC50335" w14:textId="77777777" w:rsidTr="00734F56">
        <w:tc>
          <w:tcPr>
            <w:tcW w:w="2694" w:type="dxa"/>
            <w:vAlign w:val="center"/>
          </w:tcPr>
          <w:p w14:paraId="12FE0531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619EDD0" w14:textId="7777777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  <w:proofErr w:type="spellEnd"/>
          </w:p>
        </w:tc>
      </w:tr>
      <w:tr w:rsidR="00734F56" w:rsidRPr="009C54AE" w14:paraId="16769229" w14:textId="77777777" w:rsidTr="00734F56">
        <w:tc>
          <w:tcPr>
            <w:tcW w:w="2694" w:type="dxa"/>
            <w:vAlign w:val="center"/>
          </w:tcPr>
          <w:p w14:paraId="7018B608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F0C506E" w14:textId="5C93036A" w:rsidR="00734F56" w:rsidRPr="00CA23EA" w:rsidRDefault="003A2249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734F56"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tacjonarne</w:t>
            </w:r>
          </w:p>
        </w:tc>
      </w:tr>
      <w:tr w:rsidR="00734F56" w:rsidRPr="009C54AE" w14:paraId="58BC4288" w14:textId="77777777" w:rsidTr="00734F56">
        <w:tc>
          <w:tcPr>
            <w:tcW w:w="2694" w:type="dxa"/>
            <w:vAlign w:val="center"/>
          </w:tcPr>
          <w:p w14:paraId="5DD1EEA8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9BD92F9" w14:textId="4EFA271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V, semestr </w:t>
            </w:r>
            <w:r w:rsidR="00257CAA"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X</w:t>
            </w:r>
          </w:p>
        </w:tc>
      </w:tr>
      <w:tr w:rsidR="00734F56" w:rsidRPr="009C54AE" w14:paraId="37FD279C" w14:textId="77777777" w:rsidTr="00734F56">
        <w:tc>
          <w:tcPr>
            <w:tcW w:w="2694" w:type="dxa"/>
            <w:vAlign w:val="center"/>
          </w:tcPr>
          <w:p w14:paraId="495140B6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D2C4FC5" w14:textId="77777777" w:rsidR="00734F56" w:rsidRPr="00CA23EA" w:rsidRDefault="00734F56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</w:rPr>
              <w:t>Fakultatywny</w:t>
            </w:r>
          </w:p>
        </w:tc>
      </w:tr>
      <w:tr w:rsidR="00734F56" w:rsidRPr="009C54AE" w14:paraId="55948103" w14:textId="77777777" w:rsidTr="00734F56">
        <w:tc>
          <w:tcPr>
            <w:tcW w:w="2694" w:type="dxa"/>
            <w:vAlign w:val="center"/>
          </w:tcPr>
          <w:p w14:paraId="05E56CDC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D8DD796" w14:textId="505128B1" w:rsidR="00734F56" w:rsidRPr="00CA23EA" w:rsidRDefault="00885827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CA23EA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P</w:t>
            </w:r>
            <w:r w:rsidR="00734F56" w:rsidRPr="00CA23EA"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  <w:t>olski</w:t>
            </w:r>
          </w:p>
        </w:tc>
      </w:tr>
      <w:tr w:rsidR="00734F56" w:rsidRPr="00E858BE" w14:paraId="4276C01D" w14:textId="77777777" w:rsidTr="00734F56">
        <w:tc>
          <w:tcPr>
            <w:tcW w:w="2694" w:type="dxa"/>
            <w:vAlign w:val="center"/>
          </w:tcPr>
          <w:p w14:paraId="3D264308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FE655CE" w14:textId="71631044" w:rsidR="00734F56" w:rsidRPr="00CA23EA" w:rsidRDefault="00B82474" w:rsidP="00DF6456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  <w:lang w:val="en-US"/>
              </w:rPr>
            </w:pPr>
            <w:r w:rsidRPr="00CA23EA">
              <w:rPr>
                <w:rFonts w:ascii="Corbel" w:hAnsi="Corbel"/>
                <w:b w:val="0"/>
                <w:sz w:val="24"/>
                <w:szCs w:val="24"/>
                <w:lang w:val="en-US"/>
              </w:rPr>
              <w:t>D</w:t>
            </w:r>
            <w:r w:rsidR="00257CAA" w:rsidRPr="00CA23EA">
              <w:rPr>
                <w:rFonts w:ascii="Corbel" w:hAnsi="Corbel"/>
                <w:b w:val="0"/>
                <w:sz w:val="24"/>
                <w:szCs w:val="24"/>
                <w:lang w:val="en-US"/>
              </w:rPr>
              <w:t>r Paweł Majka</w:t>
            </w:r>
          </w:p>
        </w:tc>
      </w:tr>
      <w:tr w:rsidR="00734F56" w:rsidRPr="009C54AE" w14:paraId="2C111C00" w14:textId="77777777" w:rsidTr="00734F56">
        <w:tc>
          <w:tcPr>
            <w:tcW w:w="2694" w:type="dxa"/>
            <w:vAlign w:val="center"/>
          </w:tcPr>
          <w:p w14:paraId="60B4F12C" w14:textId="77777777" w:rsidR="00734F56" w:rsidRPr="00CA23EA" w:rsidRDefault="00734F5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A23E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1895209E" w14:textId="738CD96D" w:rsidR="00734F56" w:rsidRPr="00CA23EA" w:rsidRDefault="000F6D70" w:rsidP="00AE38F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Prof. dr</w:t>
            </w:r>
            <w:r w:rsidRPr="009729E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hab. Elżbieta Feret, dr Paweł Majka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dr Marta Sagan,      dr Anna Wójtowicz-Dawid, dr Joanna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Łubina</w:t>
            </w:r>
            <w:proofErr w:type="spellEnd"/>
          </w:p>
        </w:tc>
      </w:tr>
    </w:tbl>
    <w:p w14:paraId="276BF43C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E858BE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385592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5DBAA96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00B14C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6CC6EAED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A040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676A9D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D86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AD2B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72D5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2F3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521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943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86264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7297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E928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47ED684C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F694E" w14:textId="56198B9D" w:rsidR="00015B8F" w:rsidRPr="009C54AE" w:rsidRDefault="00257C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79BB3" w14:textId="0CA23464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C4A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0C4A3" w14:textId="0671E8D7" w:rsidR="00015B8F" w:rsidRPr="009C54AE" w:rsidRDefault="00257C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45A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B18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839F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58B7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DA9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2C06F" w14:textId="67411373" w:rsidR="00015B8F" w:rsidRPr="009C54AE" w:rsidRDefault="00257CA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79C6FCC1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A02C00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68C9712" w14:textId="77777777" w:rsidR="0085747A" w:rsidRPr="009C54AE" w:rsidRDefault="00734F5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78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A8C4390" w14:textId="6A2F4134" w:rsidR="0085747A" w:rsidRPr="009C54AE" w:rsidRDefault="00AF2F2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208C3B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5499D4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1FF8E55" w14:textId="77777777" w:rsidR="005C4AC2" w:rsidRDefault="005C4AC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244792" w14:textId="4D27CAD3" w:rsidR="009C54AE" w:rsidRDefault="00734F5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734F56">
        <w:rPr>
          <w:rFonts w:ascii="Corbel" w:hAnsi="Corbel"/>
          <w:b w:val="0"/>
          <w:szCs w:val="24"/>
        </w:rPr>
        <w:t xml:space="preserve">Egzamin </w:t>
      </w:r>
    </w:p>
    <w:p w14:paraId="2EDA9983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FF89B" w14:textId="440406E1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988C1D3" w14:textId="77777777" w:rsidR="005C4AC2" w:rsidRPr="009C54AE" w:rsidRDefault="005C4AC2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BDD2003" w14:textId="77777777" w:rsidTr="00745302">
        <w:tc>
          <w:tcPr>
            <w:tcW w:w="9670" w:type="dxa"/>
          </w:tcPr>
          <w:p w14:paraId="183106C3" w14:textId="77E40598" w:rsidR="0085747A" w:rsidRPr="009C54AE" w:rsidRDefault="00734F5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34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 xml:space="preserve">Prawo </w:t>
            </w:r>
            <w:r w:rsidR="000102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podatkowe</w:t>
            </w:r>
            <w:r w:rsidRPr="00734F5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prawo finansów publicznych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D21DD4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732732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578D69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7CD51D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846"/>
      </w:tblGrid>
      <w:tr w:rsidR="00734F56" w:rsidRPr="00734F56" w14:paraId="1859AB35" w14:textId="77777777" w:rsidTr="00DF6456">
        <w:tc>
          <w:tcPr>
            <w:tcW w:w="668" w:type="dxa"/>
            <w:vAlign w:val="center"/>
          </w:tcPr>
          <w:p w14:paraId="4ACAAAE2" w14:textId="77777777" w:rsidR="00734F56" w:rsidRPr="00734F56" w:rsidRDefault="00734F56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Cs w:val="20"/>
                <w:lang w:eastAsia="pl-PL"/>
              </w:rPr>
              <w:t xml:space="preserve">C1 </w:t>
            </w:r>
          </w:p>
        </w:tc>
        <w:tc>
          <w:tcPr>
            <w:tcW w:w="8846" w:type="dxa"/>
            <w:vAlign w:val="center"/>
          </w:tcPr>
          <w:p w14:paraId="5C0A75E5" w14:textId="0A6C8525" w:rsidR="00734F56" w:rsidRPr="00734F56" w:rsidRDefault="00D306CD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jc w:val="both"/>
              <w:textAlignment w:val="baseline"/>
              <w:rPr>
                <w:rFonts w:ascii="Corbel" w:eastAsia="Times New Roman" w:hAnsi="Corbel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Przekazanie wiedzy 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 xml:space="preserve">z zakresu </w:t>
            </w:r>
            <w:r w:rsidR="00B82474">
              <w:rPr>
                <w:rFonts w:ascii="Corbel" w:eastAsia="Times New Roman" w:hAnsi="Corbel"/>
                <w:lang w:eastAsia="pl-PL"/>
              </w:rPr>
              <w:t>specyfiki zawodu doradcy podatkowego oraz zasad egzaminu na doradcę podatkowego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 xml:space="preserve">. </w:t>
            </w:r>
          </w:p>
        </w:tc>
      </w:tr>
      <w:tr w:rsidR="00734F56" w:rsidRPr="00734F56" w14:paraId="64A46586" w14:textId="77777777" w:rsidTr="00DF6456">
        <w:tc>
          <w:tcPr>
            <w:tcW w:w="668" w:type="dxa"/>
            <w:vAlign w:val="center"/>
          </w:tcPr>
          <w:p w14:paraId="4309E200" w14:textId="77777777" w:rsidR="00734F56" w:rsidRPr="00734F56" w:rsidRDefault="00734F56" w:rsidP="00734F5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C2</w:t>
            </w:r>
          </w:p>
        </w:tc>
        <w:tc>
          <w:tcPr>
            <w:tcW w:w="8846" w:type="dxa"/>
            <w:vAlign w:val="center"/>
          </w:tcPr>
          <w:p w14:paraId="6D2FFA5B" w14:textId="5DF64DD1" w:rsidR="00734F56" w:rsidRPr="00734F56" w:rsidRDefault="00D306CD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Przekazanie wiedzy 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 xml:space="preserve">z </w:t>
            </w:r>
            <w:r w:rsidR="000F6D70">
              <w:rPr>
                <w:rFonts w:ascii="Corbel" w:eastAsia="Times New Roman" w:hAnsi="Corbel"/>
                <w:lang w:eastAsia="pl-PL"/>
              </w:rPr>
              <w:t xml:space="preserve">zakresu </w:t>
            </w:r>
            <w:r w:rsidR="002E0276">
              <w:rPr>
                <w:rFonts w:ascii="Corbel" w:eastAsia="Times New Roman" w:hAnsi="Corbel"/>
                <w:lang w:eastAsia="pl-PL"/>
              </w:rPr>
              <w:t xml:space="preserve">praktyki wykonywania zawodu doradcy 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 xml:space="preserve">podatkowego w tym problemów dotyczących </w:t>
            </w:r>
            <w:r w:rsidR="00B82474">
              <w:rPr>
                <w:rFonts w:ascii="Corbel" w:eastAsia="Times New Roman" w:hAnsi="Corbel"/>
                <w:lang w:eastAsia="pl-PL"/>
              </w:rPr>
              <w:t>etyki zawodowej doradcy podatkowego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>.</w:t>
            </w:r>
          </w:p>
        </w:tc>
      </w:tr>
      <w:tr w:rsidR="00734F56" w:rsidRPr="00734F56" w14:paraId="4CE57D38" w14:textId="77777777" w:rsidTr="00DF6456">
        <w:tc>
          <w:tcPr>
            <w:tcW w:w="668" w:type="dxa"/>
            <w:vAlign w:val="center"/>
          </w:tcPr>
          <w:p w14:paraId="11D7B840" w14:textId="77777777" w:rsidR="00734F56" w:rsidRPr="00734F56" w:rsidRDefault="00734F56" w:rsidP="00734F56">
            <w:pPr>
              <w:tabs>
                <w:tab w:val="left" w:pos="-5814"/>
                <w:tab w:val="left" w:pos="720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 w:rsidRPr="00734F56">
              <w:rPr>
                <w:rFonts w:ascii="Corbel" w:eastAsia="Times New Roman" w:hAnsi="Corbel"/>
                <w:sz w:val="20"/>
                <w:szCs w:val="20"/>
                <w:lang w:eastAsia="pl-PL"/>
              </w:rPr>
              <w:t>C3</w:t>
            </w:r>
          </w:p>
        </w:tc>
        <w:tc>
          <w:tcPr>
            <w:tcW w:w="8846" w:type="dxa"/>
            <w:vAlign w:val="center"/>
          </w:tcPr>
          <w:p w14:paraId="1BC41850" w14:textId="2FC8C6CE" w:rsidR="00734F56" w:rsidRPr="00734F56" w:rsidRDefault="00D306CD" w:rsidP="00734F56">
            <w:pPr>
              <w:tabs>
                <w:tab w:val="left" w:pos="-5814"/>
              </w:tabs>
              <w:overflowPunct w:val="0"/>
              <w:autoSpaceDE w:val="0"/>
              <w:autoSpaceDN w:val="0"/>
              <w:adjustRightInd w:val="0"/>
              <w:spacing w:before="40" w:after="40" w:line="240" w:lineRule="auto"/>
              <w:textAlignment w:val="baseline"/>
              <w:rPr>
                <w:rFonts w:ascii="Corbel" w:eastAsia="Times New Roman" w:hAnsi="Corbel"/>
                <w:sz w:val="20"/>
                <w:szCs w:val="20"/>
                <w:lang w:eastAsia="pl-PL"/>
              </w:rPr>
            </w:pPr>
            <w:r>
              <w:rPr>
                <w:rFonts w:ascii="Corbel" w:eastAsia="Times New Roman" w:hAnsi="Corbel"/>
                <w:lang w:eastAsia="pl-PL"/>
              </w:rPr>
              <w:t xml:space="preserve">Przekazanie wiedzy 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>o wybrany</w:t>
            </w:r>
            <w:r w:rsidR="00B82474">
              <w:rPr>
                <w:rFonts w:ascii="Corbel" w:eastAsia="Times New Roman" w:hAnsi="Corbel"/>
                <w:lang w:eastAsia="pl-PL"/>
              </w:rPr>
              <w:t xml:space="preserve">ch </w:t>
            </w:r>
            <w:r w:rsidR="002E0276">
              <w:rPr>
                <w:rFonts w:ascii="Corbel" w:eastAsia="Times New Roman" w:hAnsi="Corbel"/>
                <w:lang w:eastAsia="pl-PL"/>
              </w:rPr>
              <w:t xml:space="preserve">aktualnych </w:t>
            </w:r>
            <w:r w:rsidR="00B82474">
              <w:rPr>
                <w:rFonts w:ascii="Corbel" w:eastAsia="Times New Roman" w:hAnsi="Corbel"/>
                <w:lang w:eastAsia="pl-PL"/>
              </w:rPr>
              <w:t>obszarach regulacji</w:t>
            </w:r>
            <w:r w:rsidR="002E0276">
              <w:rPr>
                <w:rFonts w:ascii="Corbel" w:eastAsia="Times New Roman" w:hAnsi="Corbel"/>
                <w:lang w:eastAsia="pl-PL"/>
              </w:rPr>
              <w:t xml:space="preserve"> prawa materialnego</w:t>
            </w:r>
            <w:r w:rsidR="00B82474">
              <w:rPr>
                <w:rFonts w:ascii="Corbel" w:eastAsia="Times New Roman" w:hAnsi="Corbel"/>
                <w:lang w:eastAsia="pl-PL"/>
              </w:rPr>
              <w:t xml:space="preserve"> </w:t>
            </w:r>
            <w:r w:rsidR="000F6D70">
              <w:rPr>
                <w:rFonts w:ascii="Corbel" w:eastAsia="Times New Roman" w:hAnsi="Corbel"/>
                <w:lang w:eastAsia="pl-PL"/>
              </w:rPr>
              <w:t xml:space="preserve">i procesowego </w:t>
            </w:r>
            <w:r w:rsidR="00B82474">
              <w:rPr>
                <w:rFonts w:ascii="Corbel" w:eastAsia="Times New Roman" w:hAnsi="Corbel"/>
                <w:lang w:eastAsia="pl-PL"/>
              </w:rPr>
              <w:t>istotnych z punktu widzenia doradcy podatkowego</w:t>
            </w:r>
            <w:r w:rsidR="00734F56" w:rsidRPr="00734F56">
              <w:rPr>
                <w:rFonts w:ascii="Corbel" w:eastAsia="Times New Roman" w:hAnsi="Corbel"/>
                <w:lang w:eastAsia="pl-PL"/>
              </w:rPr>
              <w:t>.</w:t>
            </w:r>
          </w:p>
        </w:tc>
      </w:tr>
    </w:tbl>
    <w:p w14:paraId="1B01A41D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2901AD0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40588E4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0565F3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3"/>
        <w:gridCol w:w="5975"/>
        <w:gridCol w:w="1865"/>
      </w:tblGrid>
      <w:tr w:rsidR="007F0AA8" w:rsidRPr="009C54AE" w14:paraId="2CA7B36A" w14:textId="77777777" w:rsidTr="005C4AC2">
        <w:tc>
          <w:tcPr>
            <w:tcW w:w="1793" w:type="dxa"/>
            <w:vAlign w:val="center"/>
          </w:tcPr>
          <w:p w14:paraId="2C8F36F1" w14:textId="77777777" w:rsidR="007F0AA8" w:rsidRPr="009C54AE" w:rsidRDefault="007F0AA8" w:rsidP="006A2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0D3B885B" w14:textId="77777777" w:rsidR="007F0AA8" w:rsidRPr="009C54AE" w:rsidRDefault="007F0AA8" w:rsidP="006A2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EAC581" w14:textId="77777777" w:rsidR="007F0AA8" w:rsidRPr="009C54AE" w:rsidRDefault="007F0AA8" w:rsidP="006A229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F0AA8" w:rsidRPr="00AA59FE" w14:paraId="04DF4424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AC346" w14:textId="77777777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</w:t>
            </w:r>
            <w:r w:rsidRPr="0054640C">
              <w:rPr>
                <w:rFonts w:ascii="Corbel" w:hAnsi="Corbel"/>
                <w:b/>
                <w:bCs/>
              </w:rPr>
              <w:softHyphen/>
              <w:t>_01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21F23" w14:textId="3BB97298" w:rsidR="007F0AA8" w:rsidRPr="00070A90" w:rsidRDefault="00070A90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</w:t>
            </w:r>
            <w:r>
              <w:rPr>
                <w:rFonts w:ascii="Corbel" w:hAnsi="Corbel"/>
              </w:rPr>
              <w:t>. Ma</w:t>
            </w:r>
            <w:r w:rsidRPr="00070A90">
              <w:rPr>
                <w:rFonts w:ascii="Corbel" w:hAnsi="Corbel"/>
              </w:rPr>
              <w:t xml:space="preserve"> pogłębioną i rozszerzoną wiedzę w zakresie </w:t>
            </w:r>
            <w:r>
              <w:rPr>
                <w:rFonts w:ascii="Corbel" w:hAnsi="Corbel"/>
              </w:rPr>
              <w:t>prawa podatkowego.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138DD" w14:textId="6C5EE377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K_W0</w:t>
            </w:r>
            <w:r w:rsidR="005E7BA6" w:rsidRPr="00070A90">
              <w:rPr>
                <w:rFonts w:ascii="Corbel" w:hAnsi="Corbel"/>
                <w:b/>
                <w:bCs/>
              </w:rPr>
              <w:t>2</w:t>
            </w:r>
          </w:p>
        </w:tc>
      </w:tr>
      <w:tr w:rsidR="007F0AA8" w:rsidRPr="00AA59FE" w14:paraId="1B766389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EE84" w14:textId="787DB1FF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</w:t>
            </w:r>
            <w:r w:rsidR="005E7BA6" w:rsidRPr="0054640C">
              <w:rPr>
                <w:rFonts w:ascii="Corbel" w:hAnsi="Corbel"/>
                <w:b/>
                <w:bCs/>
              </w:rPr>
              <w:t>2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2342" w14:textId="77777777" w:rsidR="007F0AA8" w:rsidRPr="00070A90" w:rsidRDefault="007F0AA8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Ma pogłębioną wiedzę na temat procesów stosowania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964A1" w14:textId="77777777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K_W05</w:t>
            </w:r>
          </w:p>
        </w:tc>
      </w:tr>
      <w:tr w:rsidR="007F0AA8" w:rsidRPr="00AA59FE" w14:paraId="458C1F71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53997" w14:textId="099EFE15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</w:t>
            </w:r>
            <w:r w:rsidR="005E7BA6" w:rsidRPr="0054640C">
              <w:rPr>
                <w:rFonts w:ascii="Corbel" w:hAnsi="Corbel"/>
                <w:b/>
                <w:bCs/>
              </w:rPr>
              <w:t>3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F1FE3" w14:textId="26D72EEA" w:rsidR="007F0AA8" w:rsidRPr="00070A90" w:rsidRDefault="00070A90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Zna i rozumie terminologię właściwą dla języka prawnego i prawniczego oraz zna i rozumie podstawowe pojęcia jakimi posługują się nauki społeczne</w:t>
            </w:r>
            <w:r w:rsidR="0054640C">
              <w:rPr>
                <w:rFonts w:ascii="Corbel" w:hAnsi="Corbel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0C9F" w14:textId="5B6BB6C2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K_W0</w:t>
            </w:r>
            <w:r w:rsidR="005E7BA6" w:rsidRPr="00070A90">
              <w:rPr>
                <w:rFonts w:ascii="Corbel" w:hAnsi="Corbel"/>
                <w:b/>
                <w:bCs/>
              </w:rPr>
              <w:t>6</w:t>
            </w:r>
          </w:p>
          <w:p w14:paraId="4DBC22B4" w14:textId="77777777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</w:p>
        </w:tc>
      </w:tr>
      <w:tr w:rsidR="00070A90" w:rsidRPr="00AA59FE" w14:paraId="73BA1043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A048" w14:textId="20BDF63C" w:rsidR="00070A90" w:rsidRPr="0054640C" w:rsidRDefault="00070A90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EK_04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CAA85" w14:textId="71C419E5" w:rsidR="00070A90" w:rsidRPr="00070A90" w:rsidRDefault="00070A90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Ma pogłębioną wiedzę na temat zasad i norm etycznych oraz etyki zawodowej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68B48" w14:textId="5232DE8C" w:rsidR="00070A90" w:rsidRPr="00070A90" w:rsidRDefault="00070A90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K_Wo9</w:t>
            </w:r>
          </w:p>
        </w:tc>
      </w:tr>
      <w:tr w:rsidR="007F0AA8" w:rsidRPr="00AA59FE" w14:paraId="19397B16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4696" w14:textId="7A9DAD8F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</w:t>
            </w:r>
            <w:r w:rsidR="005E7BA6" w:rsidRPr="0054640C">
              <w:rPr>
                <w:rFonts w:ascii="Corbel" w:hAnsi="Corbel"/>
                <w:b/>
                <w:bCs/>
              </w:rPr>
              <w:t>5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0CE64" w14:textId="77777777" w:rsidR="007F0AA8" w:rsidRPr="00070A90" w:rsidRDefault="007F0AA8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Potrafi prawidłowo interpretować i wyjaśniać znaczenie norm i stosunków prawnych.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AD3BB" w14:textId="77777777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K_U01</w:t>
            </w:r>
          </w:p>
        </w:tc>
      </w:tr>
      <w:tr w:rsidR="007F0AA8" w:rsidRPr="00AA59FE" w14:paraId="1F41C2C9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3BFC7" w14:textId="52326E93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</w:t>
            </w:r>
            <w:r w:rsidR="005E7BA6" w:rsidRPr="0054640C">
              <w:rPr>
                <w:rFonts w:ascii="Corbel" w:hAnsi="Corbel"/>
                <w:b/>
                <w:bCs/>
              </w:rPr>
              <w:t>6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0564" w14:textId="04DCD4AA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</w:t>
            </w:r>
            <w:r w:rsidR="0054640C">
              <w:rPr>
                <w:rFonts w:ascii="Corbel" w:hAnsi="Corbel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8ADD7" w14:textId="2411589C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K_U0</w:t>
            </w:r>
            <w:r w:rsidR="005E7BA6" w:rsidRPr="00070A90">
              <w:rPr>
                <w:rFonts w:ascii="Corbel" w:hAnsi="Corbel"/>
                <w:b/>
                <w:bCs/>
              </w:rPr>
              <w:t>5</w:t>
            </w:r>
          </w:p>
        </w:tc>
      </w:tr>
      <w:tr w:rsidR="007F0AA8" w:rsidRPr="00AA59FE" w14:paraId="51298E7C" w14:textId="77777777" w:rsidTr="005C4AC2">
        <w:trPr>
          <w:trHeight w:val="73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5CE8" w14:textId="7D0FBF02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EK_0</w:t>
            </w:r>
            <w:r w:rsidR="005E7BA6" w:rsidRPr="0054640C">
              <w:rPr>
                <w:rFonts w:ascii="Corbel" w:hAnsi="Corbel"/>
                <w:b/>
                <w:bCs/>
              </w:rPr>
              <w:t>7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F97D" w14:textId="27E1BBBB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Potrafi sprawnie posługiwać się tekstami aktów normatywnych i interpretować je z wykorzystaniem języka prawniczego</w:t>
            </w:r>
            <w:r w:rsidR="009F2E40">
              <w:rPr>
                <w:rFonts w:ascii="Corbel" w:hAnsi="Corbel"/>
              </w:rPr>
              <w:t>.</w:t>
            </w:r>
            <w:r w:rsidRPr="00070A90">
              <w:rPr>
                <w:rFonts w:ascii="Corbel" w:hAnsi="Corbel"/>
              </w:rPr>
              <w:t xml:space="preserve">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1F5A6" w14:textId="230E832F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K_U0</w:t>
            </w:r>
            <w:r w:rsidR="005E7BA6" w:rsidRPr="00070A90">
              <w:rPr>
                <w:rFonts w:ascii="Corbel" w:hAnsi="Corbel"/>
                <w:b/>
                <w:bCs/>
              </w:rPr>
              <w:t>8</w:t>
            </w:r>
          </w:p>
        </w:tc>
      </w:tr>
      <w:tr w:rsidR="007F0AA8" w:rsidRPr="00AA59FE" w14:paraId="2E5C92FC" w14:textId="77777777" w:rsidTr="005C4AC2">
        <w:trPr>
          <w:trHeight w:val="75"/>
        </w:trPr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C1931" w14:textId="18DB914B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</w:t>
            </w:r>
            <w:r w:rsidR="005E7BA6" w:rsidRPr="0054640C">
              <w:rPr>
                <w:rFonts w:ascii="Corbel" w:hAnsi="Corbel"/>
                <w:b/>
                <w:bCs/>
              </w:rPr>
              <w:t>08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4716" w14:textId="07148102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1279" w14:textId="165A5D4E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K_U0</w:t>
            </w:r>
            <w:r w:rsidR="005E7BA6" w:rsidRPr="00070A90">
              <w:rPr>
                <w:rFonts w:ascii="Corbel" w:hAnsi="Corbel"/>
                <w:b/>
                <w:bCs/>
              </w:rPr>
              <w:t>9</w:t>
            </w:r>
          </w:p>
        </w:tc>
      </w:tr>
      <w:tr w:rsidR="007F0AA8" w:rsidRPr="00AA59FE" w14:paraId="01C6AF31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9E05" w14:textId="2566EBAE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</w:t>
            </w:r>
            <w:r w:rsidR="005E7BA6" w:rsidRPr="0054640C">
              <w:rPr>
                <w:rFonts w:ascii="Corbel" w:hAnsi="Corbel"/>
                <w:b/>
                <w:bCs/>
              </w:rPr>
              <w:t>09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02CE" w14:textId="77777777" w:rsidR="007F0AA8" w:rsidRPr="00070A90" w:rsidRDefault="007F0AA8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Potrafi dokonać subsumpcji określonego stanu faktycznego do normy lub norm prawnych.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1E5C46" w14:textId="77777777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K_U10</w:t>
            </w:r>
          </w:p>
        </w:tc>
      </w:tr>
      <w:tr w:rsidR="000F6D70" w:rsidRPr="00AA59FE" w14:paraId="4C4BF75F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C3A52" w14:textId="1EA0F91D" w:rsidR="000F6D70" w:rsidRPr="0054640C" w:rsidRDefault="000F6D70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lastRenderedPageBreak/>
              <w:t>EK_1</w:t>
            </w:r>
            <w:r>
              <w:rPr>
                <w:rFonts w:ascii="Corbel" w:hAnsi="Corbel"/>
                <w:b/>
                <w:bCs/>
              </w:rPr>
              <w:t>0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6267D" w14:textId="0A0919A1" w:rsidR="000F6D70" w:rsidRPr="00070A90" w:rsidRDefault="000F6D70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Posiada umiejętność wykorzystania zdobytej wiedzy teoretycznej oraz doboru właściwej metody dla rozwiązania określonego problemu prawnego</w:t>
            </w:r>
            <w:r>
              <w:rPr>
                <w:rFonts w:ascii="Corbel" w:hAnsi="Corbel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F8D49" w14:textId="3D4BBB51" w:rsidR="000F6D70" w:rsidRPr="00070A90" w:rsidRDefault="000F6D70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K_U16</w:t>
            </w:r>
          </w:p>
        </w:tc>
      </w:tr>
      <w:tr w:rsidR="007F0AA8" w:rsidRPr="00AA59FE" w14:paraId="502C7547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E5965" w14:textId="285B06EC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EK_1</w:t>
            </w:r>
            <w:r w:rsidR="000F6D70">
              <w:rPr>
                <w:rFonts w:ascii="Corbel" w:hAnsi="Corbel"/>
                <w:b/>
                <w:bCs/>
              </w:rPr>
              <w:t>1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2ED6" w14:textId="36B9BF46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Jest przygotowany do współdziałania i pracy w zorganizowanej grupie, kierowania ich pracą oraz do przyjmowania w niej różnych ról</w:t>
            </w:r>
            <w:r w:rsidR="0054640C">
              <w:rPr>
                <w:rFonts w:ascii="Corbel" w:hAnsi="Corbel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9BBF4" w14:textId="4D35504C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K_K0</w:t>
            </w:r>
            <w:r w:rsidR="005E7BA6" w:rsidRPr="00070A90">
              <w:rPr>
                <w:rFonts w:ascii="Corbel" w:hAnsi="Corbel"/>
                <w:b/>
                <w:bCs/>
              </w:rPr>
              <w:t>2</w:t>
            </w:r>
          </w:p>
        </w:tc>
      </w:tr>
      <w:tr w:rsidR="007F0AA8" w:rsidRPr="00AA59FE" w14:paraId="7C81F703" w14:textId="77777777" w:rsidTr="005C4AC2"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0560" w14:textId="7B9AA4EA" w:rsidR="007F0AA8" w:rsidRPr="0054640C" w:rsidRDefault="007F0AA8" w:rsidP="0054640C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54640C">
              <w:rPr>
                <w:rFonts w:ascii="Corbel" w:hAnsi="Corbel"/>
                <w:b/>
                <w:bCs/>
              </w:rPr>
              <w:t>EK_1</w:t>
            </w:r>
            <w:r w:rsidR="000F6D70">
              <w:rPr>
                <w:rFonts w:ascii="Corbel" w:hAnsi="Corbel"/>
                <w:b/>
                <w:bCs/>
              </w:rPr>
              <w:t>2</w:t>
            </w:r>
          </w:p>
        </w:tc>
        <w:tc>
          <w:tcPr>
            <w:tcW w:w="5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12E3" w14:textId="3D995090" w:rsidR="007F0AA8" w:rsidRPr="00070A90" w:rsidRDefault="005E7BA6" w:rsidP="0054640C">
            <w:pPr>
              <w:spacing w:after="0" w:line="240" w:lineRule="auto"/>
              <w:jc w:val="both"/>
              <w:rPr>
                <w:rFonts w:ascii="Corbel" w:hAnsi="Corbel"/>
              </w:rPr>
            </w:pPr>
            <w:r w:rsidRPr="00070A90">
              <w:rPr>
                <w:rFonts w:ascii="Corbel" w:hAnsi="Corbel"/>
              </w:rPr>
              <w:t>Rozumie konieczność stosowania etycznych zasad w życiu zawodowym prawnika</w:t>
            </w:r>
            <w:r w:rsidR="0054640C">
              <w:rPr>
                <w:rFonts w:ascii="Corbel" w:hAnsi="Corbel"/>
              </w:rPr>
              <w:t>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C4E3A" w14:textId="318C3CE9" w:rsidR="007F0AA8" w:rsidRPr="00070A90" w:rsidRDefault="007F0AA8" w:rsidP="00070A90">
            <w:pPr>
              <w:spacing w:after="0" w:line="240" w:lineRule="auto"/>
              <w:jc w:val="center"/>
              <w:rPr>
                <w:rFonts w:ascii="Corbel" w:hAnsi="Corbel"/>
                <w:b/>
                <w:bCs/>
              </w:rPr>
            </w:pPr>
            <w:r w:rsidRPr="00070A90">
              <w:rPr>
                <w:rFonts w:ascii="Corbel" w:hAnsi="Corbel"/>
                <w:b/>
                <w:bCs/>
              </w:rPr>
              <w:t>K_K0</w:t>
            </w:r>
            <w:r w:rsidR="005E7BA6" w:rsidRPr="00070A90">
              <w:rPr>
                <w:rFonts w:ascii="Corbel" w:hAnsi="Corbel"/>
                <w:b/>
                <w:bCs/>
              </w:rPr>
              <w:t>5</w:t>
            </w:r>
          </w:p>
        </w:tc>
      </w:tr>
    </w:tbl>
    <w:p w14:paraId="370A39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E4C96C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B4026E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206B7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5FD606F" w14:textId="77777777" w:rsidTr="005C4AC2">
        <w:tc>
          <w:tcPr>
            <w:tcW w:w="9520" w:type="dxa"/>
          </w:tcPr>
          <w:p w14:paraId="61C88E06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32BC" w:rsidRPr="009C54AE" w14:paraId="1935469B" w14:textId="77777777" w:rsidTr="005C4AC2">
        <w:tc>
          <w:tcPr>
            <w:tcW w:w="9520" w:type="dxa"/>
          </w:tcPr>
          <w:p w14:paraId="44695D83" w14:textId="0BEC4C44" w:rsidR="009732BC" w:rsidRPr="009732BC" w:rsidRDefault="005C4AC2" w:rsidP="00DF6456">
            <w:pPr>
              <w:spacing w:after="0" w:line="240" w:lineRule="auto"/>
              <w:jc w:val="both"/>
              <w:rPr>
                <w:rFonts w:ascii="Corbel" w:hAnsi="Corbel"/>
              </w:rPr>
            </w:pPr>
            <w:r>
              <w:rPr>
                <w:rFonts w:ascii="Corbel" w:hAnsi="Corbel"/>
              </w:rPr>
              <w:t>Nie dotyczy</w:t>
            </w:r>
          </w:p>
        </w:tc>
      </w:tr>
    </w:tbl>
    <w:p w14:paraId="6074F2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7F02B5" w14:textId="223BEB3F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</w:t>
      </w:r>
      <w:r w:rsidR="00501899">
        <w:rPr>
          <w:rFonts w:ascii="Corbel" w:hAnsi="Corbel"/>
          <w:sz w:val="24"/>
          <w:szCs w:val="24"/>
        </w:rPr>
        <w:t xml:space="preserve">, </w:t>
      </w:r>
      <w:r w:rsidR="00501899" w:rsidRPr="00B169DF">
        <w:rPr>
          <w:rFonts w:ascii="Corbel" w:hAnsi="Corbel"/>
          <w:sz w:val="24"/>
          <w:szCs w:val="24"/>
        </w:rPr>
        <w:t>konwersatoriów, laboratoriów, zajęć praktycznych</w:t>
      </w:r>
    </w:p>
    <w:p w14:paraId="009791BB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E9CDC24" w14:textId="77777777" w:rsidTr="00923D7D">
        <w:tc>
          <w:tcPr>
            <w:tcW w:w="9639" w:type="dxa"/>
          </w:tcPr>
          <w:p w14:paraId="51BE5A59" w14:textId="77777777" w:rsidR="0085747A" w:rsidRPr="00FD495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44E5E" w:rsidRPr="009C54AE" w14:paraId="7ABB48BB" w14:textId="77777777" w:rsidTr="00923D7D">
        <w:tc>
          <w:tcPr>
            <w:tcW w:w="9639" w:type="dxa"/>
          </w:tcPr>
          <w:p w14:paraId="14E6F114" w14:textId="282F807B" w:rsidR="00044E5E" w:rsidRPr="00FD495E" w:rsidRDefault="00C64E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Historyczne ujęcie doradztwa podatkowego 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>w Polsce i krajach UE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64E53" w:rsidRPr="009C54AE" w14:paraId="00ACB847" w14:textId="77777777" w:rsidTr="00923D7D">
        <w:tc>
          <w:tcPr>
            <w:tcW w:w="9639" w:type="dxa"/>
          </w:tcPr>
          <w:p w14:paraId="1CC9B18A" w14:textId="68FA3156" w:rsidR="00C64E53" w:rsidRPr="00FD495E" w:rsidRDefault="00C64E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Charakterystyka zawodu doradcy podatkowego 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 xml:space="preserve">(czynności doradztwa podatkowego, zasady wpisu na listę doradców podatkowych, </w:t>
            </w:r>
            <w:r w:rsidR="002E0276">
              <w:rPr>
                <w:rFonts w:ascii="Corbel" w:hAnsi="Corbel"/>
                <w:sz w:val="24"/>
                <w:szCs w:val="24"/>
              </w:rPr>
              <w:t>przebieg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 xml:space="preserve"> egzaminu na doradcę podatkowego</w:t>
            </w:r>
            <w:r w:rsidR="002E0276">
              <w:rPr>
                <w:rFonts w:ascii="Corbel" w:hAnsi="Corbel"/>
                <w:sz w:val="24"/>
                <w:szCs w:val="24"/>
              </w:rPr>
              <w:t xml:space="preserve"> i zakres wymaganej wiedzy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>, prawa i obowiązki doradcy, samorząd doradców podatkowych)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10284" w:rsidRPr="009C54AE" w14:paraId="6B468038" w14:textId="77777777" w:rsidTr="00923D7D">
        <w:tc>
          <w:tcPr>
            <w:tcW w:w="9639" w:type="dxa"/>
          </w:tcPr>
          <w:p w14:paraId="4BADF2C0" w14:textId="350E5B7D" w:rsidR="00010284" w:rsidRPr="00FD495E" w:rsidRDefault="00C64E5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Aktualn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>e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problem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 xml:space="preserve">y 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istotne dla praktyki zawodu doradcy podatkowego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(o</w:t>
            </w:r>
            <w:r w:rsidR="00010284" w:rsidRPr="00FD495E">
              <w:rPr>
                <w:rFonts w:ascii="Corbel" w:hAnsi="Corbel"/>
                <w:sz w:val="24"/>
                <w:szCs w:val="24"/>
              </w:rPr>
              <w:t>ptymalizacja zobowiązań podatkowych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, 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 xml:space="preserve">klauzula przeciwko unikaniu opodatkowania, </w:t>
            </w:r>
            <w:r w:rsidR="00A44BCB" w:rsidRPr="00FD495E">
              <w:rPr>
                <w:rFonts w:ascii="Corbel" w:hAnsi="Corbel"/>
                <w:sz w:val="24"/>
                <w:szCs w:val="24"/>
              </w:rPr>
              <w:t xml:space="preserve">raportowanie schematów podatkowych, 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>ceny transferowe, indywidu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a</w:t>
            </w:r>
            <w:r w:rsidR="00653F73" w:rsidRPr="00FD495E">
              <w:rPr>
                <w:rFonts w:ascii="Corbel" w:hAnsi="Corbel"/>
                <w:sz w:val="24"/>
                <w:szCs w:val="24"/>
              </w:rPr>
              <w:t xml:space="preserve">lne i ogólne interpretacje prawa podatkowego, 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tajemnica skarbowa, aktualne instytucje oparte na wykorzystaniu nowoczesnych technologii informatycznych – m.in. JPK, STIR, SENT)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53F73" w:rsidRPr="009C54AE" w14:paraId="74C54CF7" w14:textId="77777777" w:rsidTr="00923D7D">
        <w:tc>
          <w:tcPr>
            <w:tcW w:w="9639" w:type="dxa"/>
          </w:tcPr>
          <w:p w14:paraId="6C5E3287" w14:textId="19421BDA" w:rsidR="00653F73" w:rsidRPr="00FD495E" w:rsidRDefault="00653F7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Doradca podatkowy jako pełnomocnik w postępowaniu podatkowym oraz postępowani</w:t>
            </w:r>
            <w:r w:rsidR="00FD495E" w:rsidRPr="00FD495E">
              <w:rPr>
                <w:rFonts w:ascii="Corbel" w:hAnsi="Corbel"/>
                <w:sz w:val="24"/>
                <w:szCs w:val="24"/>
              </w:rPr>
              <w:t>u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Pr="00FD495E">
              <w:rPr>
                <w:rFonts w:ascii="Corbel" w:hAnsi="Corbel"/>
                <w:sz w:val="24"/>
                <w:szCs w:val="24"/>
              </w:rPr>
              <w:t>sądowoadministracyjnym</w:t>
            </w:r>
            <w:proofErr w:type="spellEnd"/>
            <w:r w:rsidR="002E0276">
              <w:rPr>
                <w:rFonts w:ascii="Corbel" w:hAnsi="Corbel"/>
                <w:sz w:val="24"/>
                <w:szCs w:val="24"/>
              </w:rPr>
              <w:t xml:space="preserve"> – regulacje procesowe. </w:t>
            </w:r>
          </w:p>
        </w:tc>
      </w:tr>
      <w:tr w:rsidR="00010284" w:rsidRPr="009C54AE" w14:paraId="47C8EF0C" w14:textId="77777777" w:rsidTr="00923D7D">
        <w:tc>
          <w:tcPr>
            <w:tcW w:w="9639" w:type="dxa"/>
          </w:tcPr>
          <w:p w14:paraId="65F3747E" w14:textId="012C317A" w:rsidR="00010284" w:rsidRPr="00FD495E" w:rsidRDefault="00A44BC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Opracowanie p</w:t>
            </w:r>
            <w:r w:rsidR="00010284" w:rsidRPr="00FD495E">
              <w:rPr>
                <w:rFonts w:ascii="Corbel" w:hAnsi="Corbel"/>
                <w:sz w:val="24"/>
                <w:szCs w:val="24"/>
              </w:rPr>
              <w:t>ism procesow</w:t>
            </w:r>
            <w:r w:rsidRPr="00FD495E">
              <w:rPr>
                <w:rFonts w:ascii="Corbel" w:hAnsi="Corbel"/>
                <w:sz w:val="24"/>
                <w:szCs w:val="24"/>
              </w:rPr>
              <w:t>ych</w:t>
            </w:r>
            <w:r w:rsidR="00010284" w:rsidRPr="00FD495E">
              <w:rPr>
                <w:rFonts w:ascii="Corbel" w:hAnsi="Corbel"/>
                <w:sz w:val="24"/>
                <w:szCs w:val="24"/>
              </w:rPr>
              <w:t xml:space="preserve"> z zakresu prawa podatkowego – warsztaty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  <w:r w:rsidR="00010284" w:rsidRPr="00FD495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9C54AE" w14:paraId="0C3B48DD" w14:textId="77777777" w:rsidTr="00923D7D">
        <w:tc>
          <w:tcPr>
            <w:tcW w:w="9639" w:type="dxa"/>
          </w:tcPr>
          <w:p w14:paraId="32B6071A" w14:textId="14E2E1B8" w:rsidR="0085747A" w:rsidRPr="00FD495E" w:rsidRDefault="00044E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Etyka doradcy podatkowego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44E5E" w:rsidRPr="009C54AE" w14:paraId="03074277" w14:textId="77777777" w:rsidTr="00923D7D">
        <w:tc>
          <w:tcPr>
            <w:tcW w:w="9639" w:type="dxa"/>
          </w:tcPr>
          <w:p w14:paraId="66AC8215" w14:textId="5EF9FFB9" w:rsidR="00044E5E" w:rsidRPr="00FD495E" w:rsidRDefault="0001028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Czasopisma branżowe z zakresu prawa podatkowego </w:t>
            </w:r>
            <w:r w:rsidR="00C64E53" w:rsidRPr="00FD495E">
              <w:rPr>
                <w:rFonts w:ascii="Corbel" w:hAnsi="Corbel"/>
                <w:sz w:val="24"/>
                <w:szCs w:val="24"/>
              </w:rPr>
              <w:t>i bazy danych wykorzystywane w praktyce doradcy podatkowego – prezentacja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6076E944" w14:textId="77777777" w:rsidTr="00923D7D">
        <w:tc>
          <w:tcPr>
            <w:tcW w:w="9639" w:type="dxa"/>
          </w:tcPr>
          <w:p w14:paraId="596706A6" w14:textId="37D438AB" w:rsidR="0085747A" w:rsidRPr="00FD495E" w:rsidRDefault="00044E5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Udział w rozprawie przed Wojewódzkim Sądem Administracyjnym w </w:t>
            </w:r>
            <w:r w:rsidR="00CA23EA" w:rsidRPr="00FD495E">
              <w:rPr>
                <w:rFonts w:ascii="Corbel" w:hAnsi="Corbel"/>
                <w:sz w:val="24"/>
                <w:szCs w:val="24"/>
              </w:rPr>
              <w:t xml:space="preserve">Rzeszowie w </w:t>
            </w:r>
            <w:r w:rsidRPr="00FD495E">
              <w:rPr>
                <w:rFonts w:ascii="Corbel" w:hAnsi="Corbel"/>
                <w:sz w:val="24"/>
                <w:szCs w:val="24"/>
              </w:rPr>
              <w:t>sprawie z zakresu prawa podatkowego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44E5E" w:rsidRPr="009C54AE" w14:paraId="3F4F5749" w14:textId="77777777" w:rsidTr="00923D7D">
        <w:tc>
          <w:tcPr>
            <w:tcW w:w="9639" w:type="dxa"/>
          </w:tcPr>
          <w:p w14:paraId="4CDFC32C" w14:textId="638ED781" w:rsidR="00044E5E" w:rsidRPr="00FD495E" w:rsidRDefault="00044E5E" w:rsidP="00044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Wizyta w Podkarpackiej Izbie Doradców Podatkowych – spotkanie z doradcą podatkowym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44E5E" w:rsidRPr="009C54AE" w14:paraId="08CCBDCB" w14:textId="77777777" w:rsidTr="00923D7D">
        <w:tc>
          <w:tcPr>
            <w:tcW w:w="9639" w:type="dxa"/>
          </w:tcPr>
          <w:p w14:paraId="7DAA4958" w14:textId="6F9CC030" w:rsidR="00044E5E" w:rsidRPr="00FD495E" w:rsidRDefault="00044E5E" w:rsidP="00044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Wizyta w organie podatkowym – spotkanie z pracownikiem organów podatkowych (urz</w:t>
            </w:r>
            <w:r w:rsidR="007C5576">
              <w:rPr>
                <w:rFonts w:ascii="Corbel" w:hAnsi="Corbel"/>
                <w:sz w:val="24"/>
                <w:szCs w:val="24"/>
              </w:rPr>
              <w:t>ę</w:t>
            </w:r>
            <w:r w:rsidRPr="00FD495E">
              <w:rPr>
                <w:rFonts w:ascii="Corbel" w:hAnsi="Corbel"/>
                <w:sz w:val="24"/>
                <w:szCs w:val="24"/>
              </w:rPr>
              <w:t>d</w:t>
            </w:r>
            <w:r w:rsidR="007C5576">
              <w:rPr>
                <w:rFonts w:ascii="Corbel" w:hAnsi="Corbel"/>
                <w:sz w:val="24"/>
                <w:szCs w:val="24"/>
              </w:rPr>
              <w:t>u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skarbow</w:t>
            </w:r>
            <w:r w:rsidR="007C5576">
              <w:rPr>
                <w:rFonts w:ascii="Corbel" w:hAnsi="Corbel"/>
                <w:sz w:val="24"/>
                <w:szCs w:val="24"/>
              </w:rPr>
              <w:t>ego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, </w:t>
            </w:r>
            <w:r w:rsidR="000F6D70">
              <w:rPr>
                <w:rFonts w:ascii="Corbel" w:hAnsi="Corbel"/>
                <w:sz w:val="24"/>
                <w:szCs w:val="24"/>
              </w:rPr>
              <w:t xml:space="preserve">izby administracji skarbowej, </w:t>
            </w:r>
            <w:r w:rsidRPr="00FD495E">
              <w:rPr>
                <w:rFonts w:ascii="Corbel" w:hAnsi="Corbel"/>
                <w:sz w:val="24"/>
                <w:szCs w:val="24"/>
              </w:rPr>
              <w:t>samorządowe</w:t>
            </w:r>
            <w:r w:rsidR="007C5576">
              <w:rPr>
                <w:rFonts w:ascii="Corbel" w:hAnsi="Corbel"/>
                <w:sz w:val="24"/>
                <w:szCs w:val="24"/>
              </w:rPr>
              <w:t>go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kolegium odwoławcze</w:t>
            </w:r>
            <w:r w:rsidR="007C5576">
              <w:rPr>
                <w:rFonts w:ascii="Corbel" w:hAnsi="Corbel"/>
                <w:sz w:val="24"/>
                <w:szCs w:val="24"/>
              </w:rPr>
              <w:t>go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, </w:t>
            </w:r>
            <w:r w:rsidR="007C5576">
              <w:rPr>
                <w:rFonts w:ascii="Corbel" w:hAnsi="Corbel"/>
                <w:sz w:val="24"/>
                <w:szCs w:val="24"/>
              </w:rPr>
              <w:t xml:space="preserve">wydziału finansowego </w:t>
            </w:r>
            <w:r w:rsidRPr="00FD495E">
              <w:rPr>
                <w:rFonts w:ascii="Corbel" w:hAnsi="Corbel"/>
                <w:sz w:val="24"/>
                <w:szCs w:val="24"/>
              </w:rPr>
              <w:t>urz</w:t>
            </w:r>
            <w:r w:rsidR="007C5576">
              <w:rPr>
                <w:rFonts w:ascii="Corbel" w:hAnsi="Corbel"/>
                <w:sz w:val="24"/>
                <w:szCs w:val="24"/>
              </w:rPr>
              <w:t>ę</w:t>
            </w:r>
            <w:r w:rsidRPr="00FD495E">
              <w:rPr>
                <w:rFonts w:ascii="Corbel" w:hAnsi="Corbel"/>
                <w:sz w:val="24"/>
                <w:szCs w:val="24"/>
              </w:rPr>
              <w:t>d</w:t>
            </w:r>
            <w:r w:rsidR="007C5576">
              <w:rPr>
                <w:rFonts w:ascii="Corbel" w:hAnsi="Corbel"/>
                <w:sz w:val="24"/>
                <w:szCs w:val="24"/>
              </w:rPr>
              <w:t>u</w:t>
            </w:r>
            <w:r w:rsidRPr="00FD495E">
              <w:rPr>
                <w:rFonts w:ascii="Corbel" w:hAnsi="Corbel"/>
                <w:sz w:val="24"/>
                <w:szCs w:val="24"/>
              </w:rPr>
              <w:t xml:space="preserve"> gminy)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44E5E" w:rsidRPr="009C54AE" w14:paraId="1940EE94" w14:textId="77777777" w:rsidTr="00923D7D">
        <w:tc>
          <w:tcPr>
            <w:tcW w:w="9639" w:type="dxa"/>
          </w:tcPr>
          <w:p w14:paraId="1EAE2151" w14:textId="46DEA0EE" w:rsidR="00044E5E" w:rsidRPr="00FD495E" w:rsidRDefault="00044E5E" w:rsidP="00044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>Spotkanie z główny księgowym podmiotu gospodarczego – specyfika zawodu księgowego a zawód doradcy podatkowego</w:t>
            </w:r>
            <w:r w:rsidR="0054640C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A23EA" w:rsidRPr="009C54AE" w14:paraId="5ACB098F" w14:textId="77777777" w:rsidTr="00923D7D">
        <w:tc>
          <w:tcPr>
            <w:tcW w:w="9639" w:type="dxa"/>
          </w:tcPr>
          <w:p w14:paraId="6636AE56" w14:textId="6BBF22BD" w:rsidR="00CA23EA" w:rsidRPr="00FD495E" w:rsidRDefault="00CA23EA" w:rsidP="00044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495E">
              <w:rPr>
                <w:rFonts w:ascii="Corbel" w:hAnsi="Corbel"/>
                <w:sz w:val="24"/>
                <w:szCs w:val="24"/>
              </w:rPr>
              <w:t xml:space="preserve"> </w:t>
            </w:r>
            <w:r w:rsidR="007C5576" w:rsidRPr="00FD495E">
              <w:rPr>
                <w:rFonts w:ascii="Corbel" w:hAnsi="Corbel"/>
                <w:sz w:val="24"/>
                <w:szCs w:val="24"/>
              </w:rPr>
              <w:t>Udział studentów (jako słuchaczy) w panelu konferencji naukowej/seminarium ogólnokrajow</w:t>
            </w:r>
            <w:r w:rsidR="00684312">
              <w:rPr>
                <w:rFonts w:ascii="Corbel" w:hAnsi="Corbel"/>
                <w:sz w:val="24"/>
                <w:szCs w:val="24"/>
              </w:rPr>
              <w:t>ym</w:t>
            </w:r>
            <w:r w:rsidR="007C5576" w:rsidRPr="00FD495E">
              <w:rPr>
                <w:rFonts w:ascii="Corbel" w:hAnsi="Corbel"/>
                <w:sz w:val="24"/>
                <w:szCs w:val="24"/>
              </w:rPr>
              <w:t xml:space="preserve"> z zakresu prawa podatkowego </w:t>
            </w:r>
            <w:r w:rsidR="007C5576">
              <w:rPr>
                <w:rFonts w:ascii="Corbel" w:hAnsi="Corbel"/>
                <w:sz w:val="24"/>
                <w:szCs w:val="24"/>
              </w:rPr>
              <w:t xml:space="preserve">zorganizowanym przez jednostkę naukową np. Ośrodek Studiów Fiskalnych UMK, Centrum Dokumentacji i Studiów Podatkowych </w:t>
            </w:r>
            <w:r w:rsidR="007C5576" w:rsidRPr="00FD495E">
              <w:rPr>
                <w:rFonts w:ascii="Corbel" w:hAnsi="Corbel"/>
                <w:sz w:val="24"/>
                <w:szCs w:val="24"/>
              </w:rPr>
              <w:t>(forma on-line</w:t>
            </w:r>
            <w:r w:rsidR="007C5576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14:paraId="61D45F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65F21F" w14:textId="77777777" w:rsidR="005C4AC2" w:rsidRDefault="005C4AC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D65B9DC" w14:textId="77777777" w:rsidR="005C4AC2" w:rsidRDefault="005C4AC2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2B5B5671" w14:textId="1B0657DF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69323C4" w14:textId="77777777" w:rsidR="00501899" w:rsidRDefault="00501899" w:rsidP="00501899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30C836AA" w14:textId="29413B78" w:rsidR="00501899" w:rsidRPr="00B169DF" w:rsidRDefault="005C4AC2" w:rsidP="00501899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b w:val="0"/>
          <w:smallCaps w:val="0"/>
          <w:szCs w:val="24"/>
        </w:rPr>
        <w:lastRenderedPageBreak/>
        <w:t xml:space="preserve"> </w:t>
      </w:r>
      <w:r w:rsidR="00501899" w:rsidRPr="00B169DF">
        <w:rPr>
          <w:rFonts w:ascii="Corbel" w:hAnsi="Corbel"/>
          <w:b w:val="0"/>
          <w:smallCaps w:val="0"/>
          <w:sz w:val="20"/>
          <w:szCs w:val="20"/>
        </w:rPr>
        <w:t>Np</w:t>
      </w:r>
      <w:r w:rsidR="00501899" w:rsidRPr="00B169DF">
        <w:rPr>
          <w:rFonts w:ascii="Corbel" w:hAnsi="Corbel"/>
          <w:sz w:val="20"/>
          <w:szCs w:val="20"/>
        </w:rPr>
        <w:t xml:space="preserve">.: </w:t>
      </w:r>
    </w:p>
    <w:p w14:paraId="0BE5D2BB" w14:textId="77777777" w:rsidR="00501899" w:rsidRPr="00B169DF" w:rsidRDefault="00501899" w:rsidP="0050189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0AD2018A" w14:textId="77777777" w:rsidR="00501899" w:rsidRPr="00B169DF" w:rsidRDefault="00501899" w:rsidP="00501899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analiza tekstów z dyskusją, metoda projektów (projekt badawczy, wdrożeniowy, praktyczny), praca w grupach (rozwiązywanie zadań, dyskusja),gry dydaktyczne, metody kształcenia na odległość </w:t>
      </w:r>
    </w:p>
    <w:p w14:paraId="3591C80D" w14:textId="77777777" w:rsidR="00501899" w:rsidRDefault="00501899" w:rsidP="0050189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14:paraId="4E3BAD56" w14:textId="34B4680D" w:rsidR="0085747A" w:rsidRPr="00153C41" w:rsidRDefault="0085747A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275A451" w14:textId="507422AF" w:rsidR="00E960BB" w:rsidRPr="005C4AC2" w:rsidRDefault="00501899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9732BC" w:rsidRPr="005C4AC2">
        <w:rPr>
          <w:rFonts w:ascii="Corbel" w:hAnsi="Corbel"/>
          <w:b w:val="0"/>
          <w:smallCaps w:val="0"/>
          <w:szCs w:val="24"/>
        </w:rPr>
        <w:t>naliza i interpretacja tekstów źródłowych, analiza przypadków, dyskusja, rozwiązywanie zadań.</w:t>
      </w:r>
    </w:p>
    <w:p w14:paraId="562D9CB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EE27B9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1AC188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3620F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19AFAA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3329E3F3" w14:textId="77777777" w:rsidTr="005C4AC2">
        <w:tc>
          <w:tcPr>
            <w:tcW w:w="1962" w:type="dxa"/>
            <w:vAlign w:val="center"/>
          </w:tcPr>
          <w:p w14:paraId="618F5DA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4086685" w14:textId="71CEBEB6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54640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się</w:t>
            </w:r>
          </w:p>
          <w:p w14:paraId="6151E584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DDED3B2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86C05DF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9732BC" w:rsidRPr="00AA59FE" w14:paraId="2E4A8FED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AB3FF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 xml:space="preserve">_ 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82BDB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 ustny)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751D0" w14:textId="22545847" w:rsidR="009732BC" w:rsidRPr="009732BC" w:rsidRDefault="005E7BA6" w:rsidP="00DF645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5C4AC2">
              <w:rPr>
                <w:rFonts w:ascii="Corbel" w:hAnsi="Corbel"/>
                <w:b w:val="0"/>
                <w:smallCaps w:val="0"/>
                <w:szCs w:val="24"/>
              </w:rPr>
              <w:t>onw</w:t>
            </w:r>
            <w:proofErr w:type="spellEnd"/>
          </w:p>
        </w:tc>
      </w:tr>
      <w:tr w:rsidR="005C4AC2" w:rsidRPr="00AA59FE" w14:paraId="3B117D0B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03822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663AB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egzamin pisemny (ewentualnie ustny) 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A5F94" w14:textId="581A4DBB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61928E73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E564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_03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F15D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A53ED" w14:textId="16D05C42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1C3A3E80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FCC6F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A56D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11E0A" w14:textId="2DDF8F36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48E0EB30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C7850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_05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574D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EE54" w14:textId="4D8945F9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0761F710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6A59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_06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BD757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0D395" w14:textId="20E13452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2D5A5E77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FE512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_07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3CF97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F847C" w14:textId="0AB4EAF2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13BC7C12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D7C3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_08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0608D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0639" w14:textId="4F7441F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0F41E44D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07D54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732BC">
              <w:rPr>
                <w:rFonts w:ascii="Corbel" w:hAnsi="Corbel"/>
                <w:b w:val="0"/>
                <w:smallCaps w:val="0"/>
                <w:szCs w:val="24"/>
              </w:rPr>
              <w:t>_09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E198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7B82" w14:textId="190FBC2E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4D1AA2FE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08AE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9E995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 (ewentualnie ustny)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2C208" w14:textId="68535DD5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5C4AC2" w:rsidRPr="00AA59FE" w14:paraId="217053BF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BCE4E" w14:textId="77777777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4C9F" w14:textId="4331AD59" w:rsidR="005C4AC2" w:rsidRPr="009732BC" w:rsidRDefault="005409D1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631C5" w14:textId="7B00E5FE" w:rsidR="005C4AC2" w:rsidRPr="009732BC" w:rsidRDefault="005C4AC2" w:rsidP="005C4AC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98513B"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  <w:tr w:rsidR="009732BC" w:rsidRPr="00AA59FE" w14:paraId="27A5D412" w14:textId="77777777" w:rsidTr="005C4AC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97F8E" w14:textId="77777777" w:rsidR="009732BC" w:rsidRPr="009732BC" w:rsidRDefault="009732BC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732BC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F5B21" w14:textId="7BC2C502" w:rsidR="009732BC" w:rsidRPr="009732BC" w:rsidRDefault="005409D1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7D43B" w14:textId="2566DE62" w:rsidR="009732BC" w:rsidRPr="009732BC" w:rsidRDefault="005C4AC2" w:rsidP="009732B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Konw</w:t>
            </w:r>
            <w:proofErr w:type="spellEnd"/>
          </w:p>
        </w:tc>
      </w:tr>
    </w:tbl>
    <w:p w14:paraId="68696582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E68201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6BA2FEF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C56069E" w14:textId="77777777" w:rsidTr="00923D7D">
        <w:tc>
          <w:tcPr>
            <w:tcW w:w="9670" w:type="dxa"/>
          </w:tcPr>
          <w:p w14:paraId="4766584B" w14:textId="68533ADC" w:rsidR="0085747A" w:rsidRPr="00632E46" w:rsidRDefault="00632E46" w:rsidP="00010284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632E46">
              <w:rPr>
                <w:rFonts w:ascii="Corbel" w:hAnsi="Corbel"/>
                <w:b w:val="0"/>
                <w:bCs/>
                <w:szCs w:val="24"/>
              </w:rPr>
              <w:t>egzamin polega na udzieleniu odpowiedzi na pytania problemowe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 (3)</w:t>
            </w:r>
            <w:r w:rsidRPr="00632E46">
              <w:rPr>
                <w:rFonts w:ascii="Corbel" w:hAnsi="Corbel"/>
                <w:b w:val="0"/>
                <w:bCs/>
                <w:szCs w:val="24"/>
              </w:rPr>
              <w:t xml:space="preserve"> w tym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 jednego o charakterze </w:t>
            </w:r>
            <w:proofErr w:type="spellStart"/>
            <w:r>
              <w:rPr>
                <w:rFonts w:ascii="Corbel" w:hAnsi="Corbel"/>
                <w:b w:val="0"/>
                <w:bCs/>
                <w:szCs w:val="24"/>
              </w:rPr>
              <w:t>kazus</w:t>
            </w:r>
            <w:r w:rsidR="002E0276">
              <w:rPr>
                <w:rFonts w:ascii="Corbel" w:hAnsi="Corbel"/>
                <w:b w:val="0"/>
                <w:bCs/>
                <w:szCs w:val="24"/>
              </w:rPr>
              <w:t>owym</w:t>
            </w:r>
            <w:proofErr w:type="spellEnd"/>
            <w:r w:rsidRPr="00632E46">
              <w:rPr>
                <w:rFonts w:ascii="Corbel" w:hAnsi="Corbel"/>
                <w:b w:val="0"/>
                <w:bCs/>
                <w:szCs w:val="24"/>
              </w:rPr>
              <w:t>.</w:t>
            </w:r>
            <w:r>
              <w:rPr>
                <w:rFonts w:ascii="Corbel" w:hAnsi="Corbel"/>
                <w:b w:val="0"/>
                <w:bCs/>
                <w:szCs w:val="24"/>
              </w:rPr>
              <w:t xml:space="preserve"> w trakcie egzaminu dopuszczalne jest korzystanie z literatury oraz źródeł prawa w tym  źródeł internetowych. </w:t>
            </w:r>
            <w:r w:rsidRPr="00632E46">
              <w:rPr>
                <w:rFonts w:ascii="Corbel" w:hAnsi="Corbel"/>
                <w:b w:val="0"/>
                <w:bCs/>
                <w:szCs w:val="24"/>
              </w:rPr>
              <w:t>Warunkiem zdania egzaminu jest uzyskani</w:t>
            </w:r>
            <w:r w:rsidR="002E0276">
              <w:rPr>
                <w:rFonts w:ascii="Corbel" w:hAnsi="Corbel"/>
                <w:b w:val="0"/>
                <w:bCs/>
                <w:szCs w:val="24"/>
              </w:rPr>
              <w:t>e</w:t>
            </w:r>
            <w:r w:rsidRPr="00632E46">
              <w:rPr>
                <w:rFonts w:ascii="Corbel" w:hAnsi="Corbel"/>
                <w:b w:val="0"/>
                <w:bCs/>
                <w:szCs w:val="24"/>
              </w:rPr>
              <w:t xml:space="preserve"> pozytywnej oceny</w:t>
            </w:r>
            <w:r w:rsidR="002E0276">
              <w:rPr>
                <w:rFonts w:ascii="Corbel" w:hAnsi="Corbel"/>
                <w:b w:val="0"/>
                <w:bCs/>
                <w:szCs w:val="24"/>
              </w:rPr>
              <w:t xml:space="preserve">, tj. </w:t>
            </w:r>
            <w:r w:rsidRPr="00632E46">
              <w:rPr>
                <w:rFonts w:ascii="Corbel" w:hAnsi="Corbel"/>
                <w:b w:val="0"/>
                <w:bCs/>
                <w:szCs w:val="24"/>
              </w:rPr>
              <w:t>udzielenia poprawnych odpowiedzi na minimum 50% pytań. e</w:t>
            </w:r>
            <w:r w:rsidR="002E0276">
              <w:rPr>
                <w:rFonts w:ascii="Corbel" w:hAnsi="Corbel"/>
                <w:b w:val="0"/>
                <w:bCs/>
                <w:szCs w:val="24"/>
              </w:rPr>
              <w:t xml:space="preserve">gzamin </w:t>
            </w:r>
            <w:r w:rsidRPr="00632E46">
              <w:rPr>
                <w:rFonts w:ascii="Corbel" w:hAnsi="Corbel"/>
                <w:b w:val="0"/>
                <w:bCs/>
                <w:szCs w:val="24"/>
              </w:rPr>
              <w:t xml:space="preserve"> trwa łącznie 1 godzinę. W wypadku zaliczenia ustnego – 3 pytania zadawane bezpośrednio przez egzaminatora.</w:t>
            </w:r>
          </w:p>
        </w:tc>
      </w:tr>
    </w:tbl>
    <w:p w14:paraId="4B48BF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DEE58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21750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6C18FF2" w14:textId="77777777" w:rsidTr="003E1941">
        <w:tc>
          <w:tcPr>
            <w:tcW w:w="4962" w:type="dxa"/>
            <w:vAlign w:val="center"/>
          </w:tcPr>
          <w:p w14:paraId="136968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DEC8BF2" w14:textId="5C05F95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0F6D70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58580B2" w14:textId="77777777" w:rsidTr="00923D7D">
        <w:tc>
          <w:tcPr>
            <w:tcW w:w="4962" w:type="dxa"/>
          </w:tcPr>
          <w:p w14:paraId="4ABBDFE6" w14:textId="051B0AA2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5C4AC2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z </w:t>
            </w:r>
            <w:r w:rsidR="005C4AC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489621C" w14:textId="7A75FE2B" w:rsidR="0085747A" w:rsidRPr="009C54AE" w:rsidRDefault="00B82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4D391689" w14:textId="77777777" w:rsidTr="00923D7D">
        <w:tc>
          <w:tcPr>
            <w:tcW w:w="4962" w:type="dxa"/>
          </w:tcPr>
          <w:p w14:paraId="2DA7132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D971EA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980CCAF" w14:textId="77777777" w:rsidR="00C61DC5" w:rsidRPr="009C54AE" w:rsidRDefault="009732B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C05BBB" w14:textId="77777777" w:rsidTr="00923D7D">
        <w:tc>
          <w:tcPr>
            <w:tcW w:w="4962" w:type="dxa"/>
          </w:tcPr>
          <w:p w14:paraId="2222721E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E80B56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ABBF55A" w14:textId="013508BD" w:rsidR="00C61DC5" w:rsidRPr="009C54AE" w:rsidRDefault="00B82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168</w:t>
            </w:r>
          </w:p>
        </w:tc>
      </w:tr>
      <w:tr w:rsidR="0085747A" w:rsidRPr="009C54AE" w14:paraId="2BEE84A2" w14:textId="77777777" w:rsidTr="00923D7D">
        <w:tc>
          <w:tcPr>
            <w:tcW w:w="4962" w:type="dxa"/>
          </w:tcPr>
          <w:p w14:paraId="198BED3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77" w:type="dxa"/>
          </w:tcPr>
          <w:p w14:paraId="28179652" w14:textId="1F0CE18C" w:rsidR="0085747A" w:rsidRPr="009C54AE" w:rsidRDefault="00B82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DC618D">
              <w:rPr>
                <w:rFonts w:ascii="Corbel" w:hAnsi="Corbel"/>
                <w:sz w:val="24"/>
                <w:szCs w:val="24"/>
              </w:rPr>
              <w:t>0</w:t>
            </w:r>
            <w:r w:rsidR="003375EB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6771ED6C" w14:textId="77777777" w:rsidTr="00923D7D">
        <w:tc>
          <w:tcPr>
            <w:tcW w:w="4962" w:type="dxa"/>
          </w:tcPr>
          <w:p w14:paraId="786301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323D9A" w14:textId="16332DC0" w:rsidR="0085747A" w:rsidRPr="009C54AE" w:rsidRDefault="00B8247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18AE3615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E5D820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52C59A" w14:textId="0EDCEBFC" w:rsidR="0085747A" w:rsidRPr="009C54AE" w:rsidRDefault="005C4AC2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9C54AE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</w:p>
    <w:p w14:paraId="467364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47073557" w14:textId="77777777" w:rsidTr="0071620A">
        <w:trPr>
          <w:trHeight w:val="397"/>
        </w:trPr>
        <w:tc>
          <w:tcPr>
            <w:tcW w:w="3544" w:type="dxa"/>
          </w:tcPr>
          <w:p w14:paraId="53D464B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6293C9E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5AF830A" w14:textId="77777777" w:rsidTr="0071620A">
        <w:trPr>
          <w:trHeight w:val="397"/>
        </w:trPr>
        <w:tc>
          <w:tcPr>
            <w:tcW w:w="3544" w:type="dxa"/>
          </w:tcPr>
          <w:p w14:paraId="7A96306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ECCE664" w14:textId="77777777" w:rsidR="0085747A" w:rsidRPr="009C54AE" w:rsidRDefault="009732B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942E21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E83C7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96446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F4D6524" w14:textId="77777777" w:rsidTr="0071620A">
        <w:trPr>
          <w:trHeight w:val="397"/>
        </w:trPr>
        <w:tc>
          <w:tcPr>
            <w:tcW w:w="7513" w:type="dxa"/>
          </w:tcPr>
          <w:p w14:paraId="153CA7A1" w14:textId="77777777" w:rsidR="005C4AC2" w:rsidRDefault="0085747A" w:rsidP="001E231D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bookmarkStart w:id="0" w:name="_Hlk53415341"/>
            <w:r w:rsidRPr="005C4AC2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63BE1165" w14:textId="4C55DE44" w:rsidR="00634B7D" w:rsidRPr="00AA68A8" w:rsidRDefault="009732BC" w:rsidP="001E231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1E231D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="0054640C" w:rsidRPr="00AA68A8">
              <w:rPr>
                <w:rFonts w:ascii="Corbel" w:hAnsi="Corbel"/>
                <w:b w:val="0"/>
                <w:bCs/>
                <w:szCs w:val="24"/>
              </w:rPr>
              <w:t>B. Brzeziński, Prawo podatkowe. Zagadnienia teorii i praktyki, Toruń 2017,</w:t>
            </w:r>
          </w:p>
          <w:p w14:paraId="2DFA0E4F" w14:textId="77777777" w:rsidR="002278F3" w:rsidRDefault="00634B7D" w:rsidP="001E231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</w:pPr>
            <w:r w:rsidRPr="00AA68A8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R. Mastalski, Prawo podatkowe, Warszawa 20</w:t>
            </w:r>
            <w:r w:rsidR="005409D1">
              <w:rPr>
                <w:rFonts w:ascii="Corbel" w:hAnsi="Corbel"/>
                <w:b w:val="0"/>
                <w:bCs/>
                <w:smallCaps w:val="0"/>
                <w:color w:val="000000"/>
                <w:szCs w:val="24"/>
              </w:rPr>
              <w:t>23,</w:t>
            </w:r>
          </w:p>
          <w:p w14:paraId="2E11E365" w14:textId="4D9E9A02" w:rsidR="005409D1" w:rsidRPr="005409D1" w:rsidRDefault="005409D1" w:rsidP="001E231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409D1">
              <w:rPr>
                <w:rFonts w:ascii="Corbel" w:eastAsia="Times New Roman" w:hAnsi="Corbel"/>
                <w:b w:val="0"/>
                <w:kern w:val="36"/>
                <w:szCs w:val="24"/>
              </w:rPr>
              <w:t xml:space="preserve">P. </w:t>
            </w:r>
            <w:proofErr w:type="spellStart"/>
            <w:r w:rsidRPr="005409D1">
              <w:rPr>
                <w:rFonts w:ascii="Corbel" w:eastAsia="Times New Roman" w:hAnsi="Corbel"/>
                <w:b w:val="0"/>
                <w:kern w:val="36"/>
                <w:szCs w:val="24"/>
              </w:rPr>
              <w:t>Borszowski</w:t>
            </w:r>
            <w:proofErr w:type="spellEnd"/>
            <w:r w:rsidRPr="005409D1">
              <w:rPr>
                <w:rFonts w:ascii="Corbel" w:eastAsia="Times New Roman" w:hAnsi="Corbel"/>
                <w:b w:val="0"/>
                <w:kern w:val="36"/>
                <w:szCs w:val="24"/>
              </w:rPr>
              <w:t xml:space="preserve"> (red.), Prawo podatkowe z kazusami i pytaniami, Warszawa 2023.</w:t>
            </w:r>
          </w:p>
        </w:tc>
      </w:tr>
      <w:tr w:rsidR="0085747A" w:rsidRPr="009C54AE" w14:paraId="74D45610" w14:textId="77777777" w:rsidTr="0071620A">
        <w:trPr>
          <w:trHeight w:val="397"/>
        </w:trPr>
        <w:tc>
          <w:tcPr>
            <w:tcW w:w="7513" w:type="dxa"/>
          </w:tcPr>
          <w:p w14:paraId="2068908F" w14:textId="52F7858F" w:rsidR="00885827" w:rsidRDefault="0085747A" w:rsidP="001E231D">
            <w:pPr>
              <w:spacing w:after="0" w:line="240" w:lineRule="auto"/>
              <w:outlineLvl w:val="0"/>
              <w:rPr>
                <w:rFonts w:ascii="Corbel" w:hAnsi="Corbel"/>
                <w:b/>
              </w:rPr>
            </w:pPr>
            <w:r w:rsidRPr="005C4AC2">
              <w:rPr>
                <w:rFonts w:ascii="Corbel" w:hAnsi="Corbel"/>
                <w:b/>
              </w:rPr>
              <w:t xml:space="preserve">Literatura uzupełniająca: </w:t>
            </w:r>
          </w:p>
          <w:p w14:paraId="7CCB9005" w14:textId="77777777" w:rsidR="005C4AC2" w:rsidRPr="005C4AC2" w:rsidRDefault="005C4AC2" w:rsidP="001E231D">
            <w:pPr>
              <w:spacing w:after="0" w:line="240" w:lineRule="auto"/>
              <w:outlineLvl w:val="0"/>
              <w:rPr>
                <w:rFonts w:ascii="Corbel" w:hAnsi="Corbel"/>
                <w:b/>
              </w:rPr>
            </w:pPr>
          </w:p>
          <w:p w14:paraId="7C847A45" w14:textId="77777777" w:rsidR="00E054D8" w:rsidRPr="00E054D8" w:rsidRDefault="00885827" w:rsidP="001E231D">
            <w:pPr>
              <w:spacing w:after="0" w:line="240" w:lineRule="auto"/>
              <w:outlineLvl w:val="0"/>
              <w:rPr>
                <w:rFonts w:ascii="Corbel" w:eastAsia="Times New Roman" w:hAnsi="Corbel"/>
                <w:bCs/>
                <w:kern w:val="36"/>
              </w:rPr>
            </w:pPr>
            <w:r w:rsidRPr="00E054D8">
              <w:rPr>
                <w:rFonts w:ascii="Corbel" w:eastAsia="Times New Roman" w:hAnsi="Corbel"/>
                <w:bCs/>
                <w:kern w:val="36"/>
              </w:rPr>
              <w:t xml:space="preserve">A. Franczak, P. Majka, J. </w:t>
            </w:r>
            <w:proofErr w:type="spellStart"/>
            <w:r w:rsidRPr="00E054D8">
              <w:rPr>
                <w:rFonts w:ascii="Corbel" w:eastAsia="Times New Roman" w:hAnsi="Corbel"/>
                <w:bCs/>
                <w:kern w:val="36"/>
              </w:rPr>
              <w:t>Pustuł</w:t>
            </w:r>
            <w:proofErr w:type="spellEnd"/>
            <w:r w:rsidRPr="00E054D8">
              <w:rPr>
                <w:rFonts w:ascii="Corbel" w:eastAsia="Times New Roman" w:hAnsi="Corbel"/>
                <w:bCs/>
                <w:kern w:val="36"/>
              </w:rPr>
              <w:t>, A Olesińska, Kazusy z prawa podatkowego, Toruń 2020,</w:t>
            </w:r>
          </w:p>
          <w:p w14:paraId="164E8AC8" w14:textId="542DA7AA" w:rsidR="00E054D8" w:rsidRPr="002E0276" w:rsidRDefault="0054640C" w:rsidP="00E054D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</w:pPr>
            <w:r w:rsidRPr="002E0276"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M. Wyszomirska-Łapczyńska, Pisma urzędowe i pisma procesowe w sprawach podatkowych z objaśnieniami, Warszawa 2019</w:t>
            </w:r>
            <w:r w:rsidR="002E0276"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,</w:t>
            </w:r>
          </w:p>
          <w:p w14:paraId="7D5A4717" w14:textId="516EB877" w:rsidR="00E054D8" w:rsidRDefault="0054640C" w:rsidP="00E054D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</w:pPr>
            <w:r w:rsidRPr="00E054D8">
              <w:rPr>
                <w:rFonts w:ascii="Corbel" w:eastAsia="Times New Roman" w:hAnsi="Corbel"/>
                <w:b w:val="0"/>
                <w:bCs/>
                <w:kern w:val="36"/>
                <w:sz w:val="22"/>
              </w:rPr>
              <w:t>A. M</w:t>
            </w:r>
            <w:r w:rsidR="00E054D8">
              <w:rPr>
                <w:rFonts w:ascii="Corbel" w:eastAsia="Times New Roman" w:hAnsi="Corbel"/>
                <w:b w:val="0"/>
                <w:bCs/>
                <w:kern w:val="36"/>
                <w:sz w:val="22"/>
              </w:rPr>
              <w:t>ariański (red.)</w:t>
            </w:r>
            <w:r w:rsidRPr="00E054D8">
              <w:rPr>
                <w:rFonts w:ascii="Corbel" w:eastAsia="Times New Roman" w:hAnsi="Corbel"/>
                <w:b w:val="0"/>
                <w:bCs/>
                <w:kern w:val="36"/>
                <w:sz w:val="22"/>
              </w:rPr>
              <w:t xml:space="preserve">, </w:t>
            </w:r>
            <w:r w:rsidR="00E054D8" w:rsidRPr="00E054D8"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Ustawa o doradztwie podatkowym. Komentarz, Warszawa 2015,</w:t>
            </w:r>
          </w:p>
          <w:p w14:paraId="1C3B2C01" w14:textId="3415CB55" w:rsidR="00E054D8" w:rsidRDefault="00E054D8" w:rsidP="0054640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</w:pPr>
            <w:r w:rsidRPr="00E054D8"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A. Mariański</w:t>
            </w:r>
            <w:r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 xml:space="preserve"> (red.)</w:t>
            </w:r>
            <w:r w:rsidRPr="00E054D8"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, Etyka dla doradców podatkowych. Komentarz praktyczny, orzecznictwo, stany faktyczne, Warszawa 2020</w:t>
            </w:r>
            <w:r>
              <w:rPr>
                <w:rFonts w:ascii="Corbel" w:eastAsia="Times New Roman" w:hAnsi="Corbel"/>
                <w:b w:val="0"/>
                <w:bCs/>
                <w:kern w:val="36"/>
                <w:sz w:val="22"/>
                <w:lang w:eastAsia="pl-PL"/>
              </w:rPr>
              <w:t>,</w:t>
            </w:r>
          </w:p>
          <w:p w14:paraId="440214C8" w14:textId="1FA77F6E" w:rsidR="0054640C" w:rsidRDefault="0054640C" w:rsidP="0054640C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E054D8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S. Babiarz, B. </w:t>
            </w:r>
            <w:proofErr w:type="spellStart"/>
            <w:r w:rsidRPr="00E054D8">
              <w:rPr>
                <w:rFonts w:ascii="Corbel" w:hAnsi="Corbel"/>
                <w:b w:val="0"/>
                <w:bCs/>
                <w:smallCaps w:val="0"/>
                <w:sz w:val="22"/>
              </w:rPr>
              <w:t>Dauter</w:t>
            </w:r>
            <w:proofErr w:type="spellEnd"/>
            <w:r w:rsidRPr="00E054D8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, R. Hauser, A. Kabat, M. </w:t>
            </w:r>
            <w:proofErr w:type="spellStart"/>
            <w:r w:rsidRPr="00E054D8">
              <w:rPr>
                <w:rFonts w:ascii="Corbel" w:hAnsi="Corbel"/>
                <w:b w:val="0"/>
                <w:bCs/>
                <w:smallCaps w:val="0"/>
                <w:sz w:val="22"/>
              </w:rPr>
              <w:t>Niezgódka-Medek</w:t>
            </w:r>
            <w:proofErr w:type="spellEnd"/>
            <w:r w:rsidRPr="00E054D8">
              <w:rPr>
                <w:rFonts w:ascii="Corbel" w:hAnsi="Corbel"/>
                <w:b w:val="0"/>
                <w:bCs/>
                <w:smallCaps w:val="0"/>
                <w:sz w:val="22"/>
              </w:rPr>
              <w:t>, J. Rudowski, Ordynacja podatkowa. Komentarz, Warszawa 2019,</w:t>
            </w:r>
          </w:p>
          <w:p w14:paraId="7A44BDE6" w14:textId="536DD280" w:rsidR="009732BC" w:rsidRDefault="00E054D8" w:rsidP="001E231D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 w:val="22"/>
              </w:rPr>
            </w:pPr>
            <w:r>
              <w:rPr>
                <w:rFonts w:ascii="Corbel" w:hAnsi="Corbel"/>
                <w:b w:val="0"/>
                <w:bCs/>
                <w:sz w:val="22"/>
              </w:rPr>
              <w:t xml:space="preserve">L. </w:t>
            </w:r>
            <w:proofErr w:type="spellStart"/>
            <w:r>
              <w:rPr>
                <w:rFonts w:ascii="Corbel" w:hAnsi="Corbel"/>
                <w:b w:val="0"/>
                <w:bCs/>
                <w:sz w:val="22"/>
              </w:rPr>
              <w:t>Etel</w:t>
            </w:r>
            <w:proofErr w:type="spellEnd"/>
            <w:r>
              <w:rPr>
                <w:rFonts w:ascii="Corbel" w:hAnsi="Corbel"/>
                <w:b w:val="0"/>
                <w:bCs/>
                <w:sz w:val="22"/>
              </w:rPr>
              <w:t xml:space="preserve"> (red.), Ordynacja podatkowa. Komentarz, Warszawa 20</w:t>
            </w:r>
            <w:r w:rsidR="005409D1">
              <w:rPr>
                <w:rFonts w:ascii="Corbel" w:hAnsi="Corbel"/>
                <w:b w:val="0"/>
                <w:bCs/>
                <w:sz w:val="22"/>
              </w:rPr>
              <w:t>22,</w:t>
            </w:r>
          </w:p>
          <w:p w14:paraId="1D983FCD" w14:textId="6404AA10" w:rsidR="005409D1" w:rsidRPr="005409D1" w:rsidRDefault="005409D1" w:rsidP="005409D1">
            <w:pPr>
              <w:spacing w:after="0" w:line="240" w:lineRule="auto"/>
              <w:outlineLvl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P. Majka, Informacje w prawie podatkowym</w:t>
            </w:r>
            <w:r w:rsidR="009736D7">
              <w:rPr>
                <w:rFonts w:ascii="Corbel" w:hAnsi="Corbel"/>
                <w:sz w:val="24"/>
                <w:szCs w:val="24"/>
              </w:rPr>
              <w:t xml:space="preserve"> i ich ochrona</w:t>
            </w:r>
            <w:r>
              <w:rPr>
                <w:rFonts w:ascii="Corbel" w:hAnsi="Corbel"/>
                <w:sz w:val="24"/>
                <w:szCs w:val="24"/>
              </w:rPr>
              <w:t>, Rzeszów 2021.</w:t>
            </w:r>
          </w:p>
        </w:tc>
      </w:tr>
      <w:bookmarkEnd w:id="0"/>
    </w:tbl>
    <w:p w14:paraId="10F6A5A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3E3C5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9E417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5C4AC2"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A1390" w14:textId="77777777" w:rsidR="006134AC" w:rsidRDefault="006134AC" w:rsidP="00C16ABF">
      <w:pPr>
        <w:spacing w:after="0" w:line="240" w:lineRule="auto"/>
      </w:pPr>
      <w:r>
        <w:separator/>
      </w:r>
    </w:p>
  </w:endnote>
  <w:endnote w:type="continuationSeparator" w:id="0">
    <w:p w14:paraId="0CFF14AE" w14:textId="77777777" w:rsidR="006134AC" w:rsidRDefault="006134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52EB3" w14:textId="77777777" w:rsidR="006134AC" w:rsidRDefault="006134AC" w:rsidP="00C16ABF">
      <w:pPr>
        <w:spacing w:after="0" w:line="240" w:lineRule="auto"/>
      </w:pPr>
      <w:r>
        <w:separator/>
      </w:r>
    </w:p>
  </w:footnote>
  <w:footnote w:type="continuationSeparator" w:id="0">
    <w:p w14:paraId="07BD3729" w14:textId="77777777" w:rsidR="006134AC" w:rsidRDefault="006134AC" w:rsidP="00C16ABF">
      <w:pPr>
        <w:spacing w:after="0" w:line="240" w:lineRule="auto"/>
      </w:pPr>
      <w:r>
        <w:continuationSeparator/>
      </w:r>
    </w:p>
  </w:footnote>
  <w:footnote w:id="1">
    <w:p w14:paraId="3705AE77" w14:textId="77777777" w:rsidR="007F0AA8" w:rsidRDefault="007F0AA8" w:rsidP="007F0AA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9911297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0284"/>
    <w:rsid w:val="00015B8F"/>
    <w:rsid w:val="00022ECE"/>
    <w:rsid w:val="00042A51"/>
    <w:rsid w:val="00042D2E"/>
    <w:rsid w:val="00044C82"/>
    <w:rsid w:val="00044E5E"/>
    <w:rsid w:val="00063440"/>
    <w:rsid w:val="00070A90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0F6D70"/>
    <w:rsid w:val="001008AB"/>
    <w:rsid w:val="00124BFF"/>
    <w:rsid w:val="0012560E"/>
    <w:rsid w:val="00126533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92F37"/>
    <w:rsid w:val="001A70D2"/>
    <w:rsid w:val="001D657B"/>
    <w:rsid w:val="001D7B54"/>
    <w:rsid w:val="001E0209"/>
    <w:rsid w:val="001E231D"/>
    <w:rsid w:val="001F2CA2"/>
    <w:rsid w:val="002006D0"/>
    <w:rsid w:val="0020163C"/>
    <w:rsid w:val="002144C0"/>
    <w:rsid w:val="0022477D"/>
    <w:rsid w:val="002278A9"/>
    <w:rsid w:val="002278F3"/>
    <w:rsid w:val="002336F9"/>
    <w:rsid w:val="0024028F"/>
    <w:rsid w:val="00244ABC"/>
    <w:rsid w:val="002508AC"/>
    <w:rsid w:val="00257CAA"/>
    <w:rsid w:val="00281FF2"/>
    <w:rsid w:val="002857DE"/>
    <w:rsid w:val="002875A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0276"/>
    <w:rsid w:val="002F02A3"/>
    <w:rsid w:val="002F4ABE"/>
    <w:rsid w:val="003018BA"/>
    <w:rsid w:val="0030395F"/>
    <w:rsid w:val="00305C92"/>
    <w:rsid w:val="003151C5"/>
    <w:rsid w:val="003343CF"/>
    <w:rsid w:val="003375EB"/>
    <w:rsid w:val="00346FE9"/>
    <w:rsid w:val="0034759A"/>
    <w:rsid w:val="003503F6"/>
    <w:rsid w:val="003530DD"/>
    <w:rsid w:val="00363F78"/>
    <w:rsid w:val="00371996"/>
    <w:rsid w:val="003969FF"/>
    <w:rsid w:val="003A0A5B"/>
    <w:rsid w:val="003A1176"/>
    <w:rsid w:val="003A2249"/>
    <w:rsid w:val="003C0BAE"/>
    <w:rsid w:val="003D18A9"/>
    <w:rsid w:val="003D6CE2"/>
    <w:rsid w:val="003E1941"/>
    <w:rsid w:val="003E2FE6"/>
    <w:rsid w:val="003E49D5"/>
    <w:rsid w:val="003F38C0"/>
    <w:rsid w:val="00407C0F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75A46"/>
    <w:rsid w:val="004840FD"/>
    <w:rsid w:val="00490F7D"/>
    <w:rsid w:val="00491678"/>
    <w:rsid w:val="004968E2"/>
    <w:rsid w:val="004A3EEA"/>
    <w:rsid w:val="004A4D1F"/>
    <w:rsid w:val="004C044B"/>
    <w:rsid w:val="004D5282"/>
    <w:rsid w:val="004F1551"/>
    <w:rsid w:val="004F55A3"/>
    <w:rsid w:val="00501899"/>
    <w:rsid w:val="0050496F"/>
    <w:rsid w:val="00513B6F"/>
    <w:rsid w:val="00517C63"/>
    <w:rsid w:val="00520111"/>
    <w:rsid w:val="005363C4"/>
    <w:rsid w:val="00536BDE"/>
    <w:rsid w:val="005409D1"/>
    <w:rsid w:val="00543ACC"/>
    <w:rsid w:val="0054640C"/>
    <w:rsid w:val="0056015E"/>
    <w:rsid w:val="0056696D"/>
    <w:rsid w:val="0059484D"/>
    <w:rsid w:val="005A0855"/>
    <w:rsid w:val="005A3196"/>
    <w:rsid w:val="005C080F"/>
    <w:rsid w:val="005C4AC2"/>
    <w:rsid w:val="005C55E5"/>
    <w:rsid w:val="005C696A"/>
    <w:rsid w:val="005E6E85"/>
    <w:rsid w:val="005E7BA6"/>
    <w:rsid w:val="005F31D2"/>
    <w:rsid w:val="0061029B"/>
    <w:rsid w:val="006134AC"/>
    <w:rsid w:val="00617230"/>
    <w:rsid w:val="00621CE1"/>
    <w:rsid w:val="00627FC9"/>
    <w:rsid w:val="00632E46"/>
    <w:rsid w:val="00634B7D"/>
    <w:rsid w:val="00647FA8"/>
    <w:rsid w:val="00650C5F"/>
    <w:rsid w:val="00653F73"/>
    <w:rsid w:val="00654934"/>
    <w:rsid w:val="006620D9"/>
    <w:rsid w:val="0066604F"/>
    <w:rsid w:val="00671958"/>
    <w:rsid w:val="00675843"/>
    <w:rsid w:val="00684312"/>
    <w:rsid w:val="006953E6"/>
    <w:rsid w:val="00696477"/>
    <w:rsid w:val="006A3D25"/>
    <w:rsid w:val="006C6621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F56"/>
    <w:rsid w:val="00745302"/>
    <w:rsid w:val="007461D6"/>
    <w:rsid w:val="00746EC8"/>
    <w:rsid w:val="00762BBA"/>
    <w:rsid w:val="00763BF1"/>
    <w:rsid w:val="00766FD4"/>
    <w:rsid w:val="0078168C"/>
    <w:rsid w:val="00787C2A"/>
    <w:rsid w:val="00790E27"/>
    <w:rsid w:val="007A4022"/>
    <w:rsid w:val="007A6E6E"/>
    <w:rsid w:val="007B0F4D"/>
    <w:rsid w:val="007B7837"/>
    <w:rsid w:val="007C3299"/>
    <w:rsid w:val="007C3BCC"/>
    <w:rsid w:val="007C4546"/>
    <w:rsid w:val="007C5576"/>
    <w:rsid w:val="007D6E56"/>
    <w:rsid w:val="007F0AA8"/>
    <w:rsid w:val="007F4155"/>
    <w:rsid w:val="0081554D"/>
    <w:rsid w:val="0081707E"/>
    <w:rsid w:val="008449B3"/>
    <w:rsid w:val="0085747A"/>
    <w:rsid w:val="00884922"/>
    <w:rsid w:val="00885827"/>
    <w:rsid w:val="00885F64"/>
    <w:rsid w:val="008917F9"/>
    <w:rsid w:val="00897622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732BC"/>
    <w:rsid w:val="009736D7"/>
    <w:rsid w:val="00997F14"/>
    <w:rsid w:val="009A78D9"/>
    <w:rsid w:val="009C3E31"/>
    <w:rsid w:val="009C54AE"/>
    <w:rsid w:val="009C5E77"/>
    <w:rsid w:val="009C788E"/>
    <w:rsid w:val="009E3B41"/>
    <w:rsid w:val="009F2E40"/>
    <w:rsid w:val="009F3C5C"/>
    <w:rsid w:val="009F4610"/>
    <w:rsid w:val="00A00ECC"/>
    <w:rsid w:val="00A155EE"/>
    <w:rsid w:val="00A2245B"/>
    <w:rsid w:val="00A2701D"/>
    <w:rsid w:val="00A30110"/>
    <w:rsid w:val="00A31CF0"/>
    <w:rsid w:val="00A31D68"/>
    <w:rsid w:val="00A36899"/>
    <w:rsid w:val="00A371F6"/>
    <w:rsid w:val="00A43BF6"/>
    <w:rsid w:val="00A44BCB"/>
    <w:rsid w:val="00A53FA5"/>
    <w:rsid w:val="00A54817"/>
    <w:rsid w:val="00A601C8"/>
    <w:rsid w:val="00A60799"/>
    <w:rsid w:val="00A77B2F"/>
    <w:rsid w:val="00A84C85"/>
    <w:rsid w:val="00A97DE1"/>
    <w:rsid w:val="00AA68A8"/>
    <w:rsid w:val="00AB053C"/>
    <w:rsid w:val="00AD1146"/>
    <w:rsid w:val="00AD27D3"/>
    <w:rsid w:val="00AD66D6"/>
    <w:rsid w:val="00AE1160"/>
    <w:rsid w:val="00AE203C"/>
    <w:rsid w:val="00AE2E74"/>
    <w:rsid w:val="00AE38FE"/>
    <w:rsid w:val="00AE5FCB"/>
    <w:rsid w:val="00AF2C1E"/>
    <w:rsid w:val="00AF2F2F"/>
    <w:rsid w:val="00B06142"/>
    <w:rsid w:val="00B10AAC"/>
    <w:rsid w:val="00B135B1"/>
    <w:rsid w:val="00B3130B"/>
    <w:rsid w:val="00B40ADB"/>
    <w:rsid w:val="00B43B77"/>
    <w:rsid w:val="00B43E80"/>
    <w:rsid w:val="00B607DB"/>
    <w:rsid w:val="00B66529"/>
    <w:rsid w:val="00B701C3"/>
    <w:rsid w:val="00B7068E"/>
    <w:rsid w:val="00B75946"/>
    <w:rsid w:val="00B8056E"/>
    <w:rsid w:val="00B819C8"/>
    <w:rsid w:val="00B82308"/>
    <w:rsid w:val="00B82474"/>
    <w:rsid w:val="00B90885"/>
    <w:rsid w:val="00BB520A"/>
    <w:rsid w:val="00BC04D5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4E53"/>
    <w:rsid w:val="00C67E92"/>
    <w:rsid w:val="00C70A26"/>
    <w:rsid w:val="00C766DF"/>
    <w:rsid w:val="00C94B98"/>
    <w:rsid w:val="00CA23EA"/>
    <w:rsid w:val="00CA2B96"/>
    <w:rsid w:val="00CA5089"/>
    <w:rsid w:val="00CD46AA"/>
    <w:rsid w:val="00CD6897"/>
    <w:rsid w:val="00CE5BAC"/>
    <w:rsid w:val="00CF25BE"/>
    <w:rsid w:val="00CF78ED"/>
    <w:rsid w:val="00D02B25"/>
    <w:rsid w:val="00D02EBA"/>
    <w:rsid w:val="00D1359C"/>
    <w:rsid w:val="00D17C3C"/>
    <w:rsid w:val="00D26B2C"/>
    <w:rsid w:val="00D306CD"/>
    <w:rsid w:val="00D352C9"/>
    <w:rsid w:val="00D425B2"/>
    <w:rsid w:val="00D428D6"/>
    <w:rsid w:val="00D552B2"/>
    <w:rsid w:val="00D608D1"/>
    <w:rsid w:val="00D74119"/>
    <w:rsid w:val="00D8075B"/>
    <w:rsid w:val="00D8678B"/>
    <w:rsid w:val="00D94770"/>
    <w:rsid w:val="00DA2114"/>
    <w:rsid w:val="00DC618D"/>
    <w:rsid w:val="00DE09C0"/>
    <w:rsid w:val="00DE4A14"/>
    <w:rsid w:val="00DF320D"/>
    <w:rsid w:val="00DF6690"/>
    <w:rsid w:val="00DF71C8"/>
    <w:rsid w:val="00E054D8"/>
    <w:rsid w:val="00E129B8"/>
    <w:rsid w:val="00E21E7D"/>
    <w:rsid w:val="00E22FBC"/>
    <w:rsid w:val="00E24BF5"/>
    <w:rsid w:val="00E25338"/>
    <w:rsid w:val="00E51E44"/>
    <w:rsid w:val="00E5709A"/>
    <w:rsid w:val="00E63348"/>
    <w:rsid w:val="00E766EF"/>
    <w:rsid w:val="00E77E88"/>
    <w:rsid w:val="00E8107D"/>
    <w:rsid w:val="00E858BE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4A93"/>
    <w:rsid w:val="00F7066B"/>
    <w:rsid w:val="00F72A53"/>
    <w:rsid w:val="00F83B28"/>
    <w:rsid w:val="00FA46E5"/>
    <w:rsid w:val="00FB7DBA"/>
    <w:rsid w:val="00FC1C25"/>
    <w:rsid w:val="00FC3F45"/>
    <w:rsid w:val="00FD495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D59C7"/>
  <w15:docId w15:val="{AE3F49C0-DF0C-4A1D-9332-0FF50CA19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054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E054D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580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8633F-679B-4361-8570-DE4D9B766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6</Pages>
  <Words>1353</Words>
  <Characters>8124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2023-10-10T08:32:00Z</dcterms:created>
  <dcterms:modified xsi:type="dcterms:W3CDTF">2023-10-10T08:32:00Z</dcterms:modified>
</cp:coreProperties>
</file>